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F23" w:rsidRPr="00A54230" w:rsidRDefault="003E6716" w:rsidP="000E5062">
      <w:pPr>
        <w:pStyle w:val="BodyText"/>
        <w:tabs>
          <w:tab w:val="clear" w:pos="0"/>
        </w:tabs>
        <w:spacing w:line="240" w:lineRule="auto"/>
        <w:jc w:val="center"/>
        <w:rPr>
          <w:b/>
          <w:color w:val="000000" w:themeColor="text1"/>
          <w:sz w:val="27"/>
          <w:szCs w:val="27"/>
        </w:rPr>
      </w:pPr>
      <w:r w:rsidRPr="00A54230">
        <w:rPr>
          <w:b/>
          <w:color w:val="000000" w:themeColor="text1"/>
          <w:sz w:val="27"/>
          <w:szCs w:val="27"/>
        </w:rPr>
        <w:t>Phụ lục</w:t>
      </w:r>
    </w:p>
    <w:p w:rsidR="00AF6298" w:rsidRPr="00A54230" w:rsidRDefault="000E5062" w:rsidP="008B26E9">
      <w:pPr>
        <w:pStyle w:val="BodyText"/>
        <w:tabs>
          <w:tab w:val="clear" w:pos="0"/>
        </w:tabs>
        <w:spacing w:line="240" w:lineRule="auto"/>
        <w:jc w:val="center"/>
        <w:rPr>
          <w:b/>
          <w:color w:val="000000" w:themeColor="text1"/>
          <w:sz w:val="27"/>
          <w:szCs w:val="27"/>
        </w:rPr>
      </w:pPr>
      <w:r w:rsidRPr="00A54230">
        <w:rPr>
          <w:b/>
          <w:color w:val="000000" w:themeColor="text1"/>
          <w:sz w:val="27"/>
          <w:szCs w:val="27"/>
        </w:rPr>
        <w:t xml:space="preserve">HƯỚNG DẪN </w:t>
      </w:r>
      <w:r w:rsidR="005E2A2E" w:rsidRPr="00A54230">
        <w:rPr>
          <w:b/>
          <w:color w:val="000000" w:themeColor="text1"/>
          <w:sz w:val="27"/>
          <w:szCs w:val="27"/>
        </w:rPr>
        <w:t xml:space="preserve">BÁO CÁO </w:t>
      </w:r>
      <w:r w:rsidR="00AF6298" w:rsidRPr="00A54230">
        <w:rPr>
          <w:b/>
          <w:color w:val="000000" w:themeColor="text1"/>
          <w:sz w:val="27"/>
          <w:szCs w:val="27"/>
        </w:rPr>
        <w:t>SƠ KẾT</w:t>
      </w:r>
      <w:r w:rsidR="008B26E9" w:rsidRPr="00A54230">
        <w:rPr>
          <w:b/>
          <w:color w:val="000000" w:themeColor="text1"/>
          <w:sz w:val="27"/>
          <w:szCs w:val="27"/>
        </w:rPr>
        <w:t xml:space="preserve"> </w:t>
      </w:r>
      <w:r w:rsidR="00CB4DEC" w:rsidRPr="00A54230">
        <w:rPr>
          <w:b/>
          <w:color w:val="000000" w:themeColor="text1"/>
          <w:sz w:val="27"/>
          <w:szCs w:val="27"/>
        </w:rPr>
        <w:t xml:space="preserve">6 THÁNG ĐẦU NĂM </w:t>
      </w:r>
      <w:r w:rsidR="0072273F" w:rsidRPr="00A54230">
        <w:rPr>
          <w:b/>
          <w:color w:val="000000" w:themeColor="text1"/>
          <w:sz w:val="27"/>
          <w:szCs w:val="27"/>
        </w:rPr>
        <w:t>2023</w:t>
      </w:r>
      <w:r w:rsidR="008B26E9" w:rsidRPr="00A54230">
        <w:rPr>
          <w:b/>
          <w:color w:val="000000" w:themeColor="text1"/>
          <w:sz w:val="27"/>
          <w:szCs w:val="27"/>
        </w:rPr>
        <w:t xml:space="preserve"> </w:t>
      </w:r>
      <w:r w:rsidR="008B26E9" w:rsidRPr="00A54230">
        <w:rPr>
          <w:b/>
          <w:color w:val="000000" w:themeColor="text1"/>
          <w:sz w:val="27"/>
          <w:szCs w:val="27"/>
        </w:rPr>
        <w:br/>
        <w:t xml:space="preserve">VÀ XÂY DỰNG </w:t>
      </w:r>
      <w:r w:rsidR="00CB4DEC" w:rsidRPr="00A54230">
        <w:rPr>
          <w:b/>
          <w:color w:val="000000" w:themeColor="text1"/>
          <w:sz w:val="27"/>
          <w:szCs w:val="27"/>
        </w:rPr>
        <w:t xml:space="preserve">KẾ HOẠCH </w:t>
      </w:r>
      <w:r w:rsidR="0072273F" w:rsidRPr="00A54230">
        <w:rPr>
          <w:b/>
          <w:color w:val="000000" w:themeColor="text1"/>
          <w:sz w:val="27"/>
          <w:szCs w:val="27"/>
        </w:rPr>
        <w:t>2024</w:t>
      </w:r>
    </w:p>
    <w:p w:rsidR="000B11FE" w:rsidRPr="00A54230" w:rsidRDefault="000B11FE" w:rsidP="00913B3D">
      <w:pPr>
        <w:pStyle w:val="BodyText"/>
        <w:tabs>
          <w:tab w:val="clear" w:pos="0"/>
        </w:tabs>
        <w:spacing w:before="120" w:line="240" w:lineRule="auto"/>
        <w:jc w:val="center"/>
        <w:rPr>
          <w:i/>
          <w:color w:val="000000" w:themeColor="text1"/>
          <w:sz w:val="27"/>
          <w:szCs w:val="27"/>
        </w:rPr>
      </w:pPr>
      <w:r w:rsidRPr="00A54230">
        <w:rPr>
          <w:i/>
          <w:color w:val="000000" w:themeColor="text1"/>
          <w:sz w:val="27"/>
          <w:szCs w:val="27"/>
        </w:rPr>
        <w:t xml:space="preserve">(Kèm theo Công văn số          /VHL-KHTC ngày         tháng        năm </w:t>
      </w:r>
      <w:r w:rsidR="0072273F" w:rsidRPr="00A54230">
        <w:rPr>
          <w:i/>
          <w:color w:val="000000" w:themeColor="text1"/>
          <w:sz w:val="27"/>
          <w:szCs w:val="27"/>
        </w:rPr>
        <w:t>2023</w:t>
      </w:r>
      <w:r w:rsidR="00913B3D">
        <w:rPr>
          <w:i/>
          <w:color w:val="000000" w:themeColor="text1"/>
          <w:sz w:val="27"/>
          <w:szCs w:val="27"/>
        </w:rPr>
        <w:t xml:space="preserve"> </w:t>
      </w:r>
      <w:r w:rsidR="00913B3D">
        <w:rPr>
          <w:i/>
          <w:color w:val="000000" w:themeColor="text1"/>
          <w:sz w:val="27"/>
          <w:szCs w:val="27"/>
        </w:rPr>
        <w:br/>
        <w:t>của Viện Hàn lâm Khoa học và Công nghệ Việt Nam</w:t>
      </w:r>
      <w:r w:rsidRPr="00A54230">
        <w:rPr>
          <w:i/>
          <w:color w:val="000000" w:themeColor="text1"/>
          <w:sz w:val="27"/>
          <w:szCs w:val="27"/>
        </w:rPr>
        <w:t>)</w:t>
      </w:r>
    </w:p>
    <w:p w:rsidR="00EA2232" w:rsidRPr="00A54230" w:rsidRDefault="00EA2232" w:rsidP="006A640C">
      <w:pPr>
        <w:spacing w:before="60"/>
        <w:ind w:firstLine="720"/>
        <w:jc w:val="both"/>
        <w:rPr>
          <w:b/>
          <w:color w:val="000000" w:themeColor="text1"/>
          <w:spacing w:val="-4"/>
          <w:sz w:val="27"/>
          <w:szCs w:val="27"/>
        </w:rPr>
      </w:pPr>
    </w:p>
    <w:p w:rsidR="000539E3" w:rsidRPr="00A54230" w:rsidRDefault="005E2A2E" w:rsidP="00516AF6">
      <w:pPr>
        <w:spacing w:line="312" w:lineRule="auto"/>
        <w:ind w:firstLine="720"/>
        <w:jc w:val="both"/>
        <w:rPr>
          <w:b/>
          <w:color w:val="000000" w:themeColor="text1"/>
          <w:spacing w:val="-4"/>
          <w:sz w:val="27"/>
          <w:szCs w:val="27"/>
        </w:rPr>
      </w:pPr>
      <w:r w:rsidRPr="00A54230">
        <w:rPr>
          <w:b/>
          <w:color w:val="000000" w:themeColor="text1"/>
          <w:spacing w:val="-4"/>
          <w:sz w:val="27"/>
          <w:szCs w:val="27"/>
        </w:rPr>
        <w:t>1</w:t>
      </w:r>
      <w:r w:rsidR="000539E3" w:rsidRPr="00A54230">
        <w:rPr>
          <w:b/>
          <w:color w:val="000000" w:themeColor="text1"/>
          <w:spacing w:val="-4"/>
          <w:sz w:val="27"/>
          <w:szCs w:val="27"/>
        </w:rPr>
        <w:t xml:space="preserve">. </w:t>
      </w:r>
      <w:r w:rsidR="0011711B" w:rsidRPr="00A54230">
        <w:rPr>
          <w:b/>
          <w:color w:val="000000" w:themeColor="text1"/>
          <w:spacing w:val="-4"/>
          <w:sz w:val="27"/>
          <w:szCs w:val="27"/>
        </w:rPr>
        <w:t>Báo cáo sơ kết</w:t>
      </w:r>
      <w:r w:rsidR="000539E3" w:rsidRPr="00A54230">
        <w:rPr>
          <w:b/>
          <w:color w:val="000000" w:themeColor="text1"/>
          <w:spacing w:val="-4"/>
          <w:sz w:val="27"/>
          <w:szCs w:val="27"/>
        </w:rPr>
        <w:t xml:space="preserve"> </w:t>
      </w:r>
      <w:r w:rsidR="00B90F96" w:rsidRPr="00A54230">
        <w:rPr>
          <w:b/>
          <w:color w:val="000000" w:themeColor="text1"/>
          <w:spacing w:val="-4"/>
          <w:sz w:val="27"/>
          <w:szCs w:val="27"/>
        </w:rPr>
        <w:t xml:space="preserve">6 tháng đầu năm </w:t>
      </w:r>
      <w:r w:rsidR="0072273F" w:rsidRPr="00A54230">
        <w:rPr>
          <w:b/>
          <w:color w:val="000000" w:themeColor="text1"/>
          <w:spacing w:val="-4"/>
          <w:sz w:val="27"/>
          <w:szCs w:val="27"/>
        </w:rPr>
        <w:t>2023</w:t>
      </w:r>
      <w:r w:rsidR="007A674D" w:rsidRPr="00A54230">
        <w:rPr>
          <w:b/>
          <w:color w:val="000000" w:themeColor="text1"/>
          <w:spacing w:val="-4"/>
          <w:sz w:val="27"/>
          <w:szCs w:val="27"/>
        </w:rPr>
        <w:t xml:space="preserve"> và dự kiến thực hiện cả năm </w:t>
      </w:r>
      <w:r w:rsidR="0072273F" w:rsidRPr="00A54230">
        <w:rPr>
          <w:b/>
          <w:color w:val="000000" w:themeColor="text1"/>
          <w:spacing w:val="-4"/>
          <w:sz w:val="27"/>
          <w:szCs w:val="27"/>
        </w:rPr>
        <w:t>2023</w:t>
      </w:r>
    </w:p>
    <w:p w:rsidR="005E2A2E" w:rsidRPr="00A54230" w:rsidRDefault="003B2C48" w:rsidP="00B46F18">
      <w:pPr>
        <w:pStyle w:val="BodyTextIndent"/>
        <w:spacing w:before="60" w:after="60" w:line="312" w:lineRule="auto"/>
        <w:rPr>
          <w:color w:val="000000" w:themeColor="text1"/>
          <w:sz w:val="27"/>
          <w:szCs w:val="27"/>
        </w:rPr>
      </w:pPr>
      <w:r w:rsidRPr="00A54230">
        <w:rPr>
          <w:color w:val="000000" w:themeColor="text1"/>
          <w:sz w:val="27"/>
          <w:szCs w:val="27"/>
        </w:rPr>
        <w:t xml:space="preserve">- </w:t>
      </w:r>
      <w:r w:rsidR="005E2A2E" w:rsidRPr="00A54230">
        <w:rPr>
          <w:color w:val="000000" w:themeColor="text1"/>
          <w:sz w:val="27"/>
          <w:szCs w:val="27"/>
        </w:rPr>
        <w:t xml:space="preserve">Đánh giá kết quả thực hiện các đề tài, dự án,  nhiệm vụ khoa học và công nghệ các cấp do đơn vị thực hiện. Nêu bật các kết quả </w:t>
      </w:r>
      <w:r w:rsidR="00EA2232" w:rsidRPr="00A54230">
        <w:rPr>
          <w:color w:val="000000" w:themeColor="text1"/>
          <w:sz w:val="27"/>
          <w:szCs w:val="27"/>
        </w:rPr>
        <w:t>nổi bật</w:t>
      </w:r>
      <w:r w:rsidR="005E2A2E" w:rsidRPr="00A54230">
        <w:rPr>
          <w:color w:val="000000" w:themeColor="text1"/>
          <w:sz w:val="27"/>
          <w:szCs w:val="27"/>
        </w:rPr>
        <w:t xml:space="preserve"> về ứng dụng triển khai, chuyển giao công nghệ, các kết quả công bố, phát minh sáng chế, giải pháp hữu ích, các kết quả nổi bật khác của đơn vị trong</w:t>
      </w:r>
      <w:r w:rsidR="00FA7A46" w:rsidRPr="00A54230">
        <w:rPr>
          <w:color w:val="000000" w:themeColor="text1"/>
          <w:sz w:val="27"/>
          <w:szCs w:val="27"/>
        </w:rPr>
        <w:t xml:space="preserve"> năm </w:t>
      </w:r>
      <w:r w:rsidR="008B26E9" w:rsidRPr="00A54230">
        <w:rPr>
          <w:color w:val="000000" w:themeColor="text1"/>
          <w:sz w:val="27"/>
          <w:szCs w:val="27"/>
        </w:rPr>
        <w:t>202</w:t>
      </w:r>
      <w:r w:rsidR="0072273F" w:rsidRPr="00A54230">
        <w:rPr>
          <w:color w:val="000000" w:themeColor="text1"/>
          <w:sz w:val="27"/>
          <w:szCs w:val="27"/>
        </w:rPr>
        <w:t>2</w:t>
      </w:r>
      <w:r w:rsidR="00FA7A46" w:rsidRPr="00A54230">
        <w:rPr>
          <w:color w:val="000000" w:themeColor="text1"/>
          <w:sz w:val="27"/>
          <w:szCs w:val="27"/>
        </w:rPr>
        <w:t xml:space="preserve"> và </w:t>
      </w:r>
      <w:r w:rsidR="005E2A2E" w:rsidRPr="00A54230">
        <w:rPr>
          <w:color w:val="000000" w:themeColor="text1"/>
          <w:sz w:val="27"/>
          <w:szCs w:val="27"/>
        </w:rPr>
        <w:t xml:space="preserve">6 tháng đầu năm </w:t>
      </w:r>
      <w:r w:rsidR="0072273F" w:rsidRPr="00A54230">
        <w:rPr>
          <w:color w:val="000000" w:themeColor="text1"/>
          <w:sz w:val="27"/>
          <w:szCs w:val="27"/>
        </w:rPr>
        <w:t>2023</w:t>
      </w:r>
      <w:r w:rsidR="001F34DF">
        <w:rPr>
          <w:color w:val="000000" w:themeColor="text1"/>
          <w:sz w:val="27"/>
          <w:szCs w:val="27"/>
        </w:rPr>
        <w:t>;</w:t>
      </w:r>
      <w:r w:rsidR="005E2A2E" w:rsidRPr="00A54230">
        <w:rPr>
          <w:color w:val="000000" w:themeColor="text1"/>
          <w:sz w:val="27"/>
          <w:szCs w:val="27"/>
        </w:rPr>
        <w:t xml:space="preserve"> </w:t>
      </w:r>
    </w:p>
    <w:p w:rsidR="004D3C2A"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4D3C2A" w:rsidRPr="00A54230">
        <w:rPr>
          <w:color w:val="000000" w:themeColor="text1"/>
          <w:sz w:val="27"/>
          <w:szCs w:val="27"/>
        </w:rPr>
        <w:t xml:space="preserve">Đánh giá kết quả và hiệu quả thực hiện các dự án xây dựng cơ bản, tăng cường trang thiết bị, dự án nâng cấp, sửa chữa cơ sở nghiên cứu, phòng thí nghiệm... do đơn vị thực hiện trong </w:t>
      </w:r>
      <w:r w:rsidR="0049115F" w:rsidRPr="00A54230">
        <w:rPr>
          <w:color w:val="000000" w:themeColor="text1"/>
          <w:sz w:val="27"/>
          <w:szCs w:val="27"/>
        </w:rPr>
        <w:t xml:space="preserve">6 tháng đầu năm </w:t>
      </w:r>
      <w:r w:rsidR="0072273F" w:rsidRPr="00A54230">
        <w:rPr>
          <w:color w:val="000000" w:themeColor="text1"/>
          <w:sz w:val="27"/>
          <w:szCs w:val="27"/>
        </w:rPr>
        <w:t>2023</w:t>
      </w:r>
      <w:r w:rsidR="002E11A4" w:rsidRPr="00A54230">
        <w:rPr>
          <w:color w:val="000000" w:themeColor="text1"/>
          <w:sz w:val="27"/>
          <w:szCs w:val="27"/>
        </w:rPr>
        <w:t xml:space="preserve"> </w:t>
      </w:r>
      <w:r w:rsidR="009E383E" w:rsidRPr="00A54230">
        <w:rPr>
          <w:color w:val="000000" w:themeColor="text1"/>
          <w:sz w:val="27"/>
          <w:szCs w:val="27"/>
        </w:rPr>
        <w:t xml:space="preserve">và dự kiến cả năm </w:t>
      </w:r>
      <w:r w:rsidR="0072273F" w:rsidRPr="00A54230">
        <w:rPr>
          <w:color w:val="000000" w:themeColor="text1"/>
          <w:sz w:val="27"/>
          <w:szCs w:val="27"/>
        </w:rPr>
        <w:t>2023</w:t>
      </w:r>
      <w:r w:rsidR="004D3C2A" w:rsidRPr="00A54230">
        <w:rPr>
          <w:color w:val="000000" w:themeColor="text1"/>
          <w:sz w:val="27"/>
          <w:szCs w:val="27"/>
        </w:rPr>
        <w:t>.</w:t>
      </w:r>
      <w:r w:rsidR="00E110A2" w:rsidRPr="00A54230">
        <w:rPr>
          <w:color w:val="000000" w:themeColor="text1"/>
          <w:sz w:val="27"/>
          <w:szCs w:val="27"/>
        </w:rPr>
        <w:t xml:space="preserve"> Báo cáo</w:t>
      </w:r>
      <w:r w:rsidR="004D3C2A" w:rsidRPr="00A54230">
        <w:rPr>
          <w:color w:val="000000" w:themeColor="text1"/>
          <w:sz w:val="27"/>
          <w:szCs w:val="27"/>
        </w:rPr>
        <w:t xml:space="preserve"> </w:t>
      </w:r>
      <w:r w:rsidR="00E110A2" w:rsidRPr="00A54230">
        <w:rPr>
          <w:color w:val="000000" w:themeColor="text1"/>
          <w:sz w:val="27"/>
          <w:szCs w:val="27"/>
        </w:rPr>
        <w:t>tình hình giải ngân qu</w:t>
      </w:r>
      <w:r w:rsidR="00686AF4" w:rsidRPr="00A54230">
        <w:rPr>
          <w:color w:val="000000" w:themeColor="text1"/>
          <w:sz w:val="27"/>
          <w:szCs w:val="27"/>
        </w:rPr>
        <w:t>ý</w:t>
      </w:r>
      <w:r w:rsidR="00E110A2" w:rsidRPr="00A54230">
        <w:rPr>
          <w:color w:val="000000" w:themeColor="text1"/>
          <w:sz w:val="27"/>
          <w:szCs w:val="27"/>
        </w:rPr>
        <w:t xml:space="preserve"> I và quí II năm </w:t>
      </w:r>
      <w:r w:rsidR="0072273F" w:rsidRPr="00A54230">
        <w:rPr>
          <w:color w:val="000000" w:themeColor="text1"/>
          <w:sz w:val="27"/>
          <w:szCs w:val="27"/>
        </w:rPr>
        <w:t>2023</w:t>
      </w:r>
      <w:r w:rsidR="00E110A2" w:rsidRPr="00A54230">
        <w:rPr>
          <w:color w:val="000000" w:themeColor="text1"/>
          <w:sz w:val="27"/>
          <w:szCs w:val="27"/>
        </w:rPr>
        <w:t>. Dự kiến giải ngân đến hết 30/9/</w:t>
      </w:r>
      <w:r w:rsidR="0072273F" w:rsidRPr="00A54230">
        <w:rPr>
          <w:color w:val="000000" w:themeColor="text1"/>
          <w:sz w:val="27"/>
          <w:szCs w:val="27"/>
        </w:rPr>
        <w:t>2023</w:t>
      </w:r>
      <w:r w:rsidR="001F34DF">
        <w:rPr>
          <w:color w:val="000000" w:themeColor="text1"/>
          <w:sz w:val="27"/>
          <w:szCs w:val="27"/>
        </w:rPr>
        <w:t>;</w:t>
      </w:r>
    </w:p>
    <w:p w:rsidR="003B2C48"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Đánh giá kết quả công tác tổ chức bộ máy, tập trung vào việc kiện toàn tổ chức bộ máy đơn vị trực thuộc đảm bảo hoạt động hiệu lực, hiệu quả và ban hành chức năng, nhiệm vụ, quyề</w:t>
      </w:r>
      <w:r w:rsidR="001F34DF">
        <w:rPr>
          <w:color w:val="000000" w:themeColor="text1"/>
          <w:sz w:val="27"/>
          <w:szCs w:val="27"/>
        </w:rPr>
        <w:t>n hạn của các đơn vị trực thuộc;</w:t>
      </w:r>
    </w:p>
    <w:p w:rsidR="003B2C48"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Đánh giá kết quả công tác cán bộ trong tuyển dụn</w:t>
      </w:r>
      <w:r w:rsidR="001F34DF">
        <w:rPr>
          <w:color w:val="000000" w:themeColor="text1"/>
          <w:sz w:val="27"/>
          <w:szCs w:val="27"/>
        </w:rPr>
        <w:t>g, sử dụng và quản lý viên chức;</w:t>
      </w:r>
    </w:p>
    <w:p w:rsidR="003B2C48"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Đánh giá kết quả công tác thanh tra, kiểm tra, giám sát, phòng, chống tham nhũng,…</w:t>
      </w:r>
      <w:r w:rsidR="001F34DF">
        <w:rPr>
          <w:color w:val="000000" w:themeColor="text1"/>
          <w:sz w:val="27"/>
          <w:szCs w:val="27"/>
        </w:rPr>
        <w:t>;</w:t>
      </w:r>
    </w:p>
    <w:p w:rsidR="0025528B"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4D3C2A" w:rsidRPr="00A54230">
        <w:rPr>
          <w:color w:val="000000" w:themeColor="text1"/>
          <w:sz w:val="27"/>
          <w:szCs w:val="27"/>
        </w:rPr>
        <w:t xml:space="preserve">Đánh giá kết quả hoạt động hợp tác quốc tế của đơn vị như các thoả thuận hợp tác KHCN hoặc đào tạo đã được ký kết, kết quả của các đề tài dự án </w:t>
      </w:r>
      <w:r w:rsidR="001F34DF">
        <w:rPr>
          <w:color w:val="000000" w:themeColor="text1"/>
          <w:sz w:val="27"/>
          <w:szCs w:val="27"/>
        </w:rPr>
        <w:t>hợp tác hoặc viện trợ ODA, NGO;</w:t>
      </w:r>
    </w:p>
    <w:p w:rsidR="00254134"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4D3C2A" w:rsidRPr="00A54230">
        <w:rPr>
          <w:color w:val="000000" w:themeColor="text1"/>
          <w:sz w:val="27"/>
          <w:szCs w:val="27"/>
        </w:rPr>
        <w:t>Đánh giá công tác</w:t>
      </w:r>
      <w:r w:rsidR="009022D3" w:rsidRPr="00A54230">
        <w:rPr>
          <w:color w:val="000000" w:themeColor="text1"/>
          <w:sz w:val="27"/>
          <w:szCs w:val="27"/>
        </w:rPr>
        <w:t xml:space="preserve"> </w:t>
      </w:r>
      <w:r w:rsidR="0025528B" w:rsidRPr="00A54230">
        <w:rPr>
          <w:color w:val="000000" w:themeColor="text1"/>
          <w:sz w:val="27"/>
          <w:szCs w:val="27"/>
        </w:rPr>
        <w:t xml:space="preserve">thông tin xuất bản, </w:t>
      </w:r>
      <w:r w:rsidR="00254134" w:rsidRPr="00A54230">
        <w:rPr>
          <w:color w:val="000000" w:themeColor="text1"/>
          <w:sz w:val="27"/>
          <w:szCs w:val="27"/>
        </w:rPr>
        <w:t>công tác thông tin và thống kê khoa học và công nghệ</w:t>
      </w:r>
      <w:r w:rsidR="00910F6B" w:rsidRPr="00A54230">
        <w:rPr>
          <w:color w:val="000000" w:themeColor="text1"/>
          <w:sz w:val="27"/>
          <w:szCs w:val="27"/>
        </w:rPr>
        <w:t xml:space="preserve"> như kết quả xây dựng hạ tầng thông tin, thống kê KHCN, kết quả thực hiện hoạt động thông tin KHCN, xây dựng cơ sở dữ liệu thông tin KHCN,</w:t>
      </w:r>
      <w:r w:rsidR="001F34DF">
        <w:rPr>
          <w:color w:val="000000" w:themeColor="text1"/>
          <w:sz w:val="27"/>
          <w:szCs w:val="27"/>
        </w:rPr>
        <w:t>…;</w:t>
      </w:r>
    </w:p>
    <w:p w:rsidR="00910F6B"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910F6B" w:rsidRPr="00A54230">
        <w:rPr>
          <w:color w:val="000000" w:themeColor="text1"/>
          <w:sz w:val="27"/>
          <w:szCs w:val="27"/>
        </w:rPr>
        <w:t>Đánh  giá công tác cải c</w:t>
      </w:r>
      <w:r w:rsidR="00F3365E" w:rsidRPr="00A54230">
        <w:rPr>
          <w:color w:val="000000" w:themeColor="text1"/>
          <w:sz w:val="27"/>
          <w:szCs w:val="27"/>
        </w:rPr>
        <w:t xml:space="preserve">ách </w:t>
      </w:r>
      <w:r w:rsidR="0025528B" w:rsidRPr="00A54230">
        <w:rPr>
          <w:color w:val="000000" w:themeColor="text1"/>
          <w:sz w:val="27"/>
          <w:szCs w:val="27"/>
        </w:rPr>
        <w:t>hành chính và xây dựng chính phủ điện tử trong lĩnh vực KHCN</w:t>
      </w:r>
      <w:r w:rsidR="001F34DF">
        <w:rPr>
          <w:color w:val="000000" w:themeColor="text1"/>
          <w:sz w:val="27"/>
          <w:szCs w:val="27"/>
        </w:rPr>
        <w:t>;</w:t>
      </w:r>
    </w:p>
    <w:p w:rsidR="009022D3"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9022D3" w:rsidRPr="00A54230">
        <w:rPr>
          <w:color w:val="000000" w:themeColor="text1"/>
          <w:sz w:val="27"/>
          <w:szCs w:val="27"/>
        </w:rPr>
        <w:t xml:space="preserve">Đánh </w:t>
      </w:r>
      <w:r w:rsidR="001F34DF">
        <w:rPr>
          <w:color w:val="000000" w:themeColor="text1"/>
          <w:sz w:val="27"/>
          <w:szCs w:val="27"/>
        </w:rPr>
        <w:t>giá công tác đào tạo tại đơn vị;</w:t>
      </w:r>
    </w:p>
    <w:p w:rsidR="009022D3" w:rsidRPr="00A54230" w:rsidRDefault="003B2C48"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9022D3" w:rsidRPr="00A54230">
        <w:rPr>
          <w:color w:val="000000" w:themeColor="text1"/>
          <w:sz w:val="27"/>
          <w:szCs w:val="27"/>
        </w:rPr>
        <w:t>Đánh giá công tác đặc thù khác như Phòng thí nghiệm trọng điểm, Trung tâm tiên tiế</w:t>
      </w:r>
      <w:r w:rsidR="001F34DF">
        <w:rPr>
          <w:color w:val="000000" w:themeColor="text1"/>
          <w:sz w:val="27"/>
          <w:szCs w:val="27"/>
        </w:rPr>
        <w:t>n, Trung tâm UNESCO, Bảo tàng,….</w:t>
      </w:r>
    </w:p>
    <w:p w:rsidR="00F5200D" w:rsidRPr="00A54230" w:rsidRDefault="000E5062" w:rsidP="00B46F18">
      <w:pPr>
        <w:spacing w:before="60" w:after="60" w:line="312" w:lineRule="auto"/>
        <w:ind w:firstLine="720"/>
        <w:jc w:val="both"/>
        <w:rPr>
          <w:color w:val="000000" w:themeColor="text1"/>
          <w:spacing w:val="-6"/>
          <w:sz w:val="27"/>
          <w:szCs w:val="27"/>
        </w:rPr>
      </w:pPr>
      <w:r w:rsidRPr="00A54230">
        <w:rPr>
          <w:color w:val="000000" w:themeColor="text1"/>
          <w:sz w:val="27"/>
          <w:szCs w:val="27"/>
        </w:rPr>
        <w:t>Kết quả</w:t>
      </w:r>
      <w:r w:rsidR="00F5200D" w:rsidRPr="00A54230">
        <w:rPr>
          <w:color w:val="000000" w:themeColor="text1"/>
          <w:sz w:val="27"/>
          <w:szCs w:val="27"/>
        </w:rPr>
        <w:t xml:space="preserve"> sơ kết các nhiệm vụ KHCN thực hiện năm </w:t>
      </w:r>
      <w:r w:rsidR="0072273F" w:rsidRPr="00A54230">
        <w:rPr>
          <w:color w:val="000000" w:themeColor="text1"/>
          <w:sz w:val="27"/>
          <w:szCs w:val="27"/>
        </w:rPr>
        <w:t>2023</w:t>
      </w:r>
      <w:r w:rsidR="00F5200D" w:rsidRPr="00A54230">
        <w:rPr>
          <w:color w:val="000000" w:themeColor="text1"/>
          <w:sz w:val="27"/>
          <w:szCs w:val="27"/>
        </w:rPr>
        <w:t xml:space="preserve"> được thể hiện tại Biểu </w:t>
      </w:r>
      <w:r w:rsidR="00F5200D" w:rsidRPr="00A54230">
        <w:rPr>
          <w:color w:val="000000" w:themeColor="text1"/>
          <w:spacing w:val="-6"/>
          <w:sz w:val="27"/>
          <w:szCs w:val="27"/>
        </w:rPr>
        <w:t xml:space="preserve">1_Sơ kết đến Biểu </w:t>
      </w:r>
      <w:r w:rsidR="0025528B" w:rsidRPr="00A54230">
        <w:rPr>
          <w:color w:val="000000" w:themeColor="text1"/>
          <w:spacing w:val="-6"/>
          <w:sz w:val="27"/>
          <w:szCs w:val="27"/>
        </w:rPr>
        <w:t>8</w:t>
      </w:r>
      <w:r w:rsidR="00F5200D" w:rsidRPr="00A54230">
        <w:rPr>
          <w:color w:val="000000" w:themeColor="text1"/>
          <w:spacing w:val="-6"/>
          <w:sz w:val="27"/>
          <w:szCs w:val="27"/>
        </w:rPr>
        <w:t>_Sơ kết. Việc đánh giá các nhiệm vụ KHCN theo các mục sau</w:t>
      </w:r>
      <w:r w:rsidRPr="00A54230">
        <w:rPr>
          <w:color w:val="000000" w:themeColor="text1"/>
          <w:spacing w:val="-6"/>
          <w:sz w:val="27"/>
          <w:szCs w:val="27"/>
        </w:rPr>
        <w:t xml:space="preserve"> đây</w:t>
      </w:r>
      <w:r w:rsidR="00F5200D" w:rsidRPr="00A54230">
        <w:rPr>
          <w:color w:val="000000" w:themeColor="text1"/>
          <w:spacing w:val="-6"/>
          <w:sz w:val="27"/>
          <w:szCs w:val="27"/>
        </w:rPr>
        <w:t xml:space="preserve">:  </w:t>
      </w:r>
    </w:p>
    <w:p w:rsidR="00952284" w:rsidRPr="00A54230" w:rsidRDefault="00952284" w:rsidP="00B46F18">
      <w:pPr>
        <w:pStyle w:val="BodyTextIndent"/>
        <w:spacing w:before="60" w:after="60" w:line="312" w:lineRule="auto"/>
        <w:rPr>
          <w:color w:val="000000" w:themeColor="text1"/>
          <w:sz w:val="27"/>
          <w:szCs w:val="27"/>
        </w:rPr>
      </w:pPr>
      <w:r w:rsidRPr="00A54230">
        <w:rPr>
          <w:color w:val="000000" w:themeColor="text1"/>
          <w:sz w:val="27"/>
          <w:szCs w:val="27"/>
        </w:rPr>
        <w:lastRenderedPageBreak/>
        <w:t>1.1 Các nhiệm vụ KHCN cấp Quốc gia (Nhà nước)</w:t>
      </w:r>
      <w:r w:rsidR="001F34DF">
        <w:rPr>
          <w:color w:val="000000" w:themeColor="text1"/>
          <w:sz w:val="27"/>
          <w:szCs w:val="27"/>
        </w:rPr>
        <w:t>;</w:t>
      </w:r>
    </w:p>
    <w:p w:rsidR="00F5200D" w:rsidRPr="00A54230" w:rsidRDefault="00F5200D" w:rsidP="00C117AA">
      <w:pPr>
        <w:pStyle w:val="BodyTextIndent"/>
        <w:spacing w:before="60" w:after="60" w:line="312" w:lineRule="auto"/>
        <w:rPr>
          <w:bCs/>
          <w:color w:val="000000" w:themeColor="text1"/>
          <w:sz w:val="27"/>
          <w:szCs w:val="27"/>
        </w:rPr>
      </w:pPr>
      <w:r w:rsidRPr="00A54230">
        <w:rPr>
          <w:bCs/>
          <w:color w:val="000000" w:themeColor="text1"/>
          <w:sz w:val="27"/>
          <w:szCs w:val="27"/>
        </w:rPr>
        <w:t>1.2</w:t>
      </w:r>
      <w:r w:rsidR="00DA6764" w:rsidRPr="00A54230">
        <w:rPr>
          <w:bCs/>
          <w:color w:val="000000" w:themeColor="text1"/>
          <w:sz w:val="27"/>
          <w:szCs w:val="27"/>
        </w:rPr>
        <w:t xml:space="preserve"> </w:t>
      </w:r>
      <w:r w:rsidRPr="00A54230">
        <w:rPr>
          <w:bCs/>
          <w:color w:val="000000" w:themeColor="text1"/>
          <w:sz w:val="27"/>
          <w:szCs w:val="27"/>
        </w:rPr>
        <w:t>Các nhiệm vụ KHCN uỷ quyền cho Viện Hàn lâm KHCNVN thực hiện (SNMT, NS&amp;VSMTNT</w:t>
      </w:r>
      <w:r w:rsidR="00BB1592" w:rsidRPr="00A54230">
        <w:rPr>
          <w:bCs/>
          <w:color w:val="000000" w:themeColor="text1"/>
          <w:sz w:val="27"/>
          <w:szCs w:val="27"/>
        </w:rPr>
        <w:t>…</w:t>
      </w:r>
      <w:r w:rsidRPr="00A54230">
        <w:rPr>
          <w:bCs/>
          <w:color w:val="000000" w:themeColor="text1"/>
          <w:sz w:val="27"/>
          <w:szCs w:val="27"/>
        </w:rPr>
        <w:t>)</w:t>
      </w:r>
      <w:r w:rsidR="001F34DF">
        <w:rPr>
          <w:bCs/>
          <w:color w:val="000000" w:themeColor="text1"/>
          <w:sz w:val="27"/>
          <w:szCs w:val="27"/>
        </w:rPr>
        <w:t>;</w:t>
      </w:r>
    </w:p>
    <w:p w:rsidR="00952284" w:rsidRPr="00A54230" w:rsidRDefault="00952284" w:rsidP="00B46F18">
      <w:pPr>
        <w:pStyle w:val="BodyTextIndent"/>
        <w:spacing w:before="60" w:after="60" w:line="312" w:lineRule="auto"/>
        <w:rPr>
          <w:color w:val="000000" w:themeColor="text1"/>
          <w:sz w:val="27"/>
          <w:szCs w:val="27"/>
        </w:rPr>
      </w:pPr>
      <w:r w:rsidRPr="00A54230">
        <w:rPr>
          <w:color w:val="000000" w:themeColor="text1"/>
          <w:sz w:val="27"/>
          <w:szCs w:val="27"/>
        </w:rPr>
        <w:t>1.</w:t>
      </w:r>
      <w:r w:rsidR="00F5200D" w:rsidRPr="00A54230">
        <w:rPr>
          <w:color w:val="000000" w:themeColor="text1"/>
          <w:sz w:val="27"/>
          <w:szCs w:val="27"/>
        </w:rPr>
        <w:t>3</w:t>
      </w:r>
      <w:r w:rsidRPr="00A54230">
        <w:rPr>
          <w:color w:val="000000" w:themeColor="text1"/>
          <w:sz w:val="27"/>
          <w:szCs w:val="27"/>
        </w:rPr>
        <w:t xml:space="preserve"> Các nhiệm vụ KHCN cấp Viện Hàn lâm KHCNVN</w:t>
      </w:r>
      <w:r w:rsidR="0059114D" w:rsidRPr="00A54230">
        <w:rPr>
          <w:color w:val="000000" w:themeColor="text1"/>
          <w:sz w:val="27"/>
          <w:szCs w:val="27"/>
        </w:rPr>
        <w:t xml:space="preserve"> (Các đề tài trọng điểm</w:t>
      </w:r>
      <w:r w:rsidR="00D00056" w:rsidRPr="00A54230">
        <w:rPr>
          <w:color w:val="000000" w:themeColor="text1"/>
          <w:sz w:val="27"/>
          <w:szCs w:val="27"/>
        </w:rPr>
        <w:t xml:space="preserve">, đề tài độc lập, </w:t>
      </w:r>
      <w:r w:rsidR="0011711B" w:rsidRPr="00A54230">
        <w:rPr>
          <w:color w:val="000000" w:themeColor="text1"/>
          <w:sz w:val="27"/>
          <w:szCs w:val="27"/>
        </w:rPr>
        <w:t xml:space="preserve">nhiệm vụ </w:t>
      </w:r>
      <w:r w:rsidR="00D00056" w:rsidRPr="00A54230">
        <w:rPr>
          <w:color w:val="000000" w:themeColor="text1"/>
          <w:sz w:val="27"/>
          <w:szCs w:val="27"/>
        </w:rPr>
        <w:t xml:space="preserve">Chủ tịch Viện Hàn lâm giao, </w:t>
      </w:r>
      <w:r w:rsidR="00C7290C" w:rsidRPr="00A54230">
        <w:rPr>
          <w:color w:val="000000" w:themeColor="text1"/>
          <w:sz w:val="27"/>
          <w:szCs w:val="27"/>
        </w:rPr>
        <w:t xml:space="preserve">đề tài thuộc CT562, </w:t>
      </w:r>
      <w:r w:rsidR="00D00056" w:rsidRPr="00A54230">
        <w:rPr>
          <w:color w:val="000000" w:themeColor="text1"/>
          <w:sz w:val="27"/>
          <w:szCs w:val="27"/>
        </w:rPr>
        <w:t xml:space="preserve">7 hướng ưu tiên, </w:t>
      </w:r>
      <w:r w:rsidR="0059114D" w:rsidRPr="00A54230">
        <w:rPr>
          <w:color w:val="000000" w:themeColor="text1"/>
          <w:sz w:val="27"/>
          <w:szCs w:val="27"/>
        </w:rPr>
        <w:t xml:space="preserve">độc lập trẻ, thu hút CB trẻ, </w:t>
      </w:r>
      <w:r w:rsidR="0011711B" w:rsidRPr="00A54230">
        <w:rPr>
          <w:color w:val="000000" w:themeColor="text1"/>
          <w:sz w:val="27"/>
          <w:szCs w:val="27"/>
        </w:rPr>
        <w:t xml:space="preserve">các dự án </w:t>
      </w:r>
      <w:r w:rsidR="00D00056" w:rsidRPr="00A54230">
        <w:rPr>
          <w:color w:val="000000" w:themeColor="text1"/>
          <w:sz w:val="27"/>
          <w:szCs w:val="27"/>
        </w:rPr>
        <w:t>SXTN, HTĐP, HTQT,</w:t>
      </w:r>
      <w:r w:rsidR="001F34DF">
        <w:rPr>
          <w:color w:val="000000" w:themeColor="text1"/>
          <w:sz w:val="27"/>
          <w:szCs w:val="27"/>
        </w:rPr>
        <w:t xml:space="preserve"> các đề tài thuộc các Chương trình: </w:t>
      </w:r>
      <w:r w:rsidR="00723888">
        <w:rPr>
          <w:color w:val="000000" w:themeColor="text1"/>
          <w:sz w:val="27"/>
          <w:szCs w:val="27"/>
        </w:rPr>
        <w:t xml:space="preserve">Vật lý, </w:t>
      </w:r>
      <w:r w:rsidR="001F34DF">
        <w:rPr>
          <w:color w:val="000000" w:themeColor="text1"/>
          <w:sz w:val="27"/>
          <w:szCs w:val="27"/>
        </w:rPr>
        <w:t>phát triển Toán học, 4.0, chuyển đổi số….</w:t>
      </w:r>
      <w:r w:rsidR="00D00056" w:rsidRPr="00A54230">
        <w:rPr>
          <w:color w:val="000000" w:themeColor="text1"/>
          <w:sz w:val="27"/>
          <w:szCs w:val="27"/>
        </w:rPr>
        <w:t>)</w:t>
      </w:r>
      <w:r w:rsidR="001F34DF">
        <w:rPr>
          <w:color w:val="000000" w:themeColor="text1"/>
          <w:sz w:val="27"/>
          <w:szCs w:val="27"/>
        </w:rPr>
        <w:t>;</w:t>
      </w:r>
    </w:p>
    <w:p w:rsidR="00952284" w:rsidRPr="00A54230" w:rsidRDefault="004D3C2A" w:rsidP="00B46F18">
      <w:pPr>
        <w:spacing w:before="60" w:after="60" w:line="312" w:lineRule="auto"/>
        <w:ind w:firstLine="720"/>
        <w:jc w:val="both"/>
        <w:rPr>
          <w:color w:val="000000" w:themeColor="text1"/>
          <w:sz w:val="27"/>
          <w:szCs w:val="27"/>
        </w:rPr>
      </w:pPr>
      <w:r w:rsidRPr="00A54230">
        <w:rPr>
          <w:color w:val="000000" w:themeColor="text1"/>
          <w:sz w:val="27"/>
          <w:szCs w:val="27"/>
        </w:rPr>
        <w:t>1</w:t>
      </w:r>
      <w:r w:rsidR="00952284" w:rsidRPr="00A54230">
        <w:rPr>
          <w:color w:val="000000" w:themeColor="text1"/>
          <w:sz w:val="27"/>
          <w:szCs w:val="27"/>
        </w:rPr>
        <w:t>.</w:t>
      </w:r>
      <w:r w:rsidR="00F5200D" w:rsidRPr="00A54230">
        <w:rPr>
          <w:color w:val="000000" w:themeColor="text1"/>
          <w:sz w:val="27"/>
          <w:szCs w:val="27"/>
        </w:rPr>
        <w:t>4</w:t>
      </w:r>
      <w:r w:rsidR="00952284" w:rsidRPr="00A54230">
        <w:rPr>
          <w:color w:val="000000" w:themeColor="text1"/>
          <w:sz w:val="27"/>
          <w:szCs w:val="27"/>
        </w:rPr>
        <w:t xml:space="preserve"> Dự án xây dựng cơ bản</w:t>
      </w:r>
      <w:r w:rsidR="001F34DF">
        <w:rPr>
          <w:color w:val="000000" w:themeColor="text1"/>
          <w:sz w:val="27"/>
          <w:szCs w:val="27"/>
        </w:rPr>
        <w:t>;</w:t>
      </w:r>
    </w:p>
    <w:p w:rsidR="00952284" w:rsidRPr="00A54230" w:rsidRDefault="004D3C2A" w:rsidP="00B46F18">
      <w:pPr>
        <w:spacing w:before="60" w:after="60" w:line="312" w:lineRule="auto"/>
        <w:ind w:firstLine="720"/>
        <w:jc w:val="both"/>
        <w:rPr>
          <w:color w:val="000000" w:themeColor="text1"/>
          <w:sz w:val="27"/>
          <w:szCs w:val="27"/>
        </w:rPr>
      </w:pPr>
      <w:r w:rsidRPr="00A54230">
        <w:rPr>
          <w:color w:val="000000" w:themeColor="text1"/>
          <w:sz w:val="27"/>
          <w:szCs w:val="27"/>
        </w:rPr>
        <w:t>1</w:t>
      </w:r>
      <w:r w:rsidR="00952284" w:rsidRPr="00A54230">
        <w:rPr>
          <w:color w:val="000000" w:themeColor="text1"/>
          <w:sz w:val="27"/>
          <w:szCs w:val="27"/>
        </w:rPr>
        <w:t>.</w:t>
      </w:r>
      <w:r w:rsidR="00F5200D" w:rsidRPr="00A54230">
        <w:rPr>
          <w:color w:val="000000" w:themeColor="text1"/>
          <w:sz w:val="27"/>
          <w:szCs w:val="27"/>
        </w:rPr>
        <w:t>5</w:t>
      </w:r>
      <w:r w:rsidR="00952284" w:rsidRPr="00A54230">
        <w:rPr>
          <w:color w:val="000000" w:themeColor="text1"/>
          <w:sz w:val="27"/>
          <w:szCs w:val="27"/>
        </w:rPr>
        <w:t xml:space="preserve"> Dự án tăng cường trang thiết bị</w:t>
      </w:r>
      <w:r w:rsidR="001F34DF">
        <w:rPr>
          <w:color w:val="000000" w:themeColor="text1"/>
          <w:sz w:val="27"/>
          <w:szCs w:val="27"/>
        </w:rPr>
        <w:t>;</w:t>
      </w:r>
    </w:p>
    <w:p w:rsidR="00952284" w:rsidRPr="00A54230" w:rsidRDefault="004D3C2A" w:rsidP="00B46F18">
      <w:pPr>
        <w:spacing w:before="60" w:after="60" w:line="312" w:lineRule="auto"/>
        <w:ind w:firstLine="720"/>
        <w:jc w:val="both"/>
        <w:rPr>
          <w:color w:val="000000" w:themeColor="text1"/>
          <w:sz w:val="27"/>
          <w:szCs w:val="27"/>
        </w:rPr>
      </w:pPr>
      <w:r w:rsidRPr="00A54230">
        <w:rPr>
          <w:color w:val="000000" w:themeColor="text1"/>
          <w:sz w:val="27"/>
          <w:szCs w:val="27"/>
        </w:rPr>
        <w:t>1</w:t>
      </w:r>
      <w:r w:rsidR="00952284" w:rsidRPr="00A54230">
        <w:rPr>
          <w:color w:val="000000" w:themeColor="text1"/>
          <w:sz w:val="27"/>
          <w:szCs w:val="27"/>
        </w:rPr>
        <w:t>.</w:t>
      </w:r>
      <w:r w:rsidRPr="00A54230">
        <w:rPr>
          <w:color w:val="000000" w:themeColor="text1"/>
          <w:sz w:val="27"/>
          <w:szCs w:val="27"/>
        </w:rPr>
        <w:t>5</w:t>
      </w:r>
      <w:r w:rsidR="00952284" w:rsidRPr="00A54230">
        <w:rPr>
          <w:color w:val="000000" w:themeColor="text1"/>
          <w:sz w:val="27"/>
          <w:szCs w:val="27"/>
        </w:rPr>
        <w:t xml:space="preserve"> Dự án sửa chữa và xây dựng nhỏ</w:t>
      </w:r>
      <w:r w:rsidR="001F34DF">
        <w:rPr>
          <w:color w:val="000000" w:themeColor="text1"/>
          <w:sz w:val="27"/>
          <w:szCs w:val="27"/>
        </w:rPr>
        <w:t>;</w:t>
      </w:r>
    </w:p>
    <w:p w:rsidR="00AF6298" w:rsidRPr="00A54230" w:rsidRDefault="004D3C2A" w:rsidP="00B46F18">
      <w:pPr>
        <w:spacing w:before="60" w:after="60" w:line="312" w:lineRule="auto"/>
        <w:ind w:firstLine="720"/>
        <w:jc w:val="both"/>
        <w:rPr>
          <w:color w:val="000000" w:themeColor="text1"/>
          <w:sz w:val="27"/>
          <w:szCs w:val="27"/>
        </w:rPr>
      </w:pPr>
      <w:r w:rsidRPr="00A54230">
        <w:rPr>
          <w:color w:val="000000" w:themeColor="text1"/>
          <w:sz w:val="27"/>
          <w:szCs w:val="27"/>
        </w:rPr>
        <w:t>1.</w:t>
      </w:r>
      <w:r w:rsidR="00F5200D" w:rsidRPr="00A54230">
        <w:rPr>
          <w:color w:val="000000" w:themeColor="text1"/>
          <w:sz w:val="27"/>
          <w:szCs w:val="27"/>
        </w:rPr>
        <w:t>6</w:t>
      </w:r>
      <w:r w:rsidR="00AF6298" w:rsidRPr="00A54230">
        <w:rPr>
          <w:color w:val="000000" w:themeColor="text1"/>
          <w:sz w:val="27"/>
          <w:szCs w:val="27"/>
        </w:rPr>
        <w:t xml:space="preserve"> Kết quả hợp tác quốc t</w:t>
      </w:r>
      <w:r w:rsidR="001F34DF">
        <w:rPr>
          <w:color w:val="000000" w:themeColor="text1"/>
          <w:sz w:val="27"/>
          <w:szCs w:val="27"/>
        </w:rPr>
        <w:t>ế, đào tạo, thông tin, xuất bản;</w:t>
      </w:r>
    </w:p>
    <w:p w:rsidR="00AF6298" w:rsidRPr="00A54230" w:rsidRDefault="00AF6298" w:rsidP="00B46F18">
      <w:pPr>
        <w:spacing w:before="60" w:after="60" w:line="312" w:lineRule="auto"/>
        <w:ind w:firstLine="720"/>
        <w:jc w:val="both"/>
        <w:rPr>
          <w:color w:val="000000" w:themeColor="text1"/>
          <w:spacing w:val="-6"/>
          <w:sz w:val="27"/>
          <w:szCs w:val="27"/>
        </w:rPr>
      </w:pPr>
      <w:r w:rsidRPr="00A54230">
        <w:rPr>
          <w:color w:val="000000" w:themeColor="text1"/>
          <w:sz w:val="27"/>
          <w:szCs w:val="27"/>
        </w:rPr>
        <w:t>1.</w:t>
      </w:r>
      <w:r w:rsidR="00F5200D" w:rsidRPr="00A54230">
        <w:rPr>
          <w:color w:val="000000" w:themeColor="text1"/>
          <w:sz w:val="27"/>
          <w:szCs w:val="27"/>
        </w:rPr>
        <w:t>7</w:t>
      </w:r>
      <w:r w:rsidRPr="00A54230">
        <w:rPr>
          <w:color w:val="000000" w:themeColor="text1"/>
          <w:sz w:val="27"/>
          <w:szCs w:val="27"/>
        </w:rPr>
        <w:t xml:space="preserve"> </w:t>
      </w:r>
      <w:r w:rsidRPr="00A54230">
        <w:rPr>
          <w:color w:val="000000" w:themeColor="text1"/>
          <w:spacing w:val="-6"/>
          <w:sz w:val="27"/>
          <w:szCs w:val="27"/>
        </w:rPr>
        <w:t>Đánh giá chung</w:t>
      </w:r>
      <w:r w:rsidR="004D3C2A" w:rsidRPr="00A54230">
        <w:rPr>
          <w:color w:val="000000" w:themeColor="text1"/>
          <w:spacing w:val="-6"/>
          <w:sz w:val="27"/>
          <w:szCs w:val="27"/>
        </w:rPr>
        <w:t xml:space="preserve"> về kết quả thực hiện kế hoạch KHCN </w:t>
      </w:r>
      <w:r w:rsidR="0049115F" w:rsidRPr="00A54230">
        <w:rPr>
          <w:color w:val="000000" w:themeColor="text1"/>
          <w:spacing w:val="-6"/>
          <w:sz w:val="27"/>
          <w:szCs w:val="27"/>
        </w:rPr>
        <w:t xml:space="preserve">6 tháng đầu năm </w:t>
      </w:r>
      <w:r w:rsidR="0072273F" w:rsidRPr="00A54230">
        <w:rPr>
          <w:color w:val="000000" w:themeColor="text1"/>
          <w:spacing w:val="-6"/>
          <w:sz w:val="27"/>
          <w:szCs w:val="27"/>
          <w:highlight w:val="yellow"/>
        </w:rPr>
        <w:t>2023</w:t>
      </w:r>
      <w:r w:rsidR="001F34DF">
        <w:rPr>
          <w:color w:val="000000" w:themeColor="text1"/>
          <w:spacing w:val="-6"/>
          <w:sz w:val="27"/>
          <w:szCs w:val="27"/>
        </w:rPr>
        <w:t>;</w:t>
      </w:r>
    </w:p>
    <w:p w:rsidR="008C6259" w:rsidRPr="00A54230" w:rsidRDefault="004D3C2A" w:rsidP="00B46F18">
      <w:pPr>
        <w:spacing w:before="60" w:after="60" w:line="312" w:lineRule="auto"/>
        <w:ind w:firstLine="720"/>
        <w:jc w:val="both"/>
        <w:rPr>
          <w:bCs/>
          <w:color w:val="000000" w:themeColor="text1"/>
          <w:sz w:val="27"/>
          <w:szCs w:val="27"/>
        </w:rPr>
      </w:pPr>
      <w:r w:rsidRPr="00A54230">
        <w:rPr>
          <w:bCs/>
          <w:color w:val="000000" w:themeColor="text1"/>
          <w:sz w:val="27"/>
          <w:szCs w:val="27"/>
        </w:rPr>
        <w:t>1.</w:t>
      </w:r>
      <w:r w:rsidR="00F5200D" w:rsidRPr="00A54230">
        <w:rPr>
          <w:bCs/>
          <w:color w:val="000000" w:themeColor="text1"/>
          <w:sz w:val="27"/>
          <w:szCs w:val="27"/>
        </w:rPr>
        <w:t>8</w:t>
      </w:r>
      <w:r w:rsidR="008C6259" w:rsidRPr="00A54230">
        <w:rPr>
          <w:bCs/>
          <w:color w:val="000000" w:themeColor="text1"/>
          <w:sz w:val="27"/>
          <w:szCs w:val="27"/>
        </w:rPr>
        <w:t xml:space="preserve"> Những tồn tại, vướng mắc cần khắc phục và các kiến nghị.</w:t>
      </w:r>
    </w:p>
    <w:p w:rsidR="000539E3" w:rsidRPr="00A54230" w:rsidRDefault="00D603FF" w:rsidP="00B46F18">
      <w:pPr>
        <w:spacing w:before="60" w:after="60" w:line="312" w:lineRule="auto"/>
        <w:ind w:firstLine="720"/>
        <w:jc w:val="both"/>
        <w:rPr>
          <w:b/>
          <w:color w:val="000000" w:themeColor="text1"/>
          <w:spacing w:val="-4"/>
          <w:sz w:val="27"/>
          <w:szCs w:val="27"/>
        </w:rPr>
      </w:pPr>
      <w:r w:rsidRPr="00A54230">
        <w:rPr>
          <w:b/>
          <w:color w:val="000000" w:themeColor="text1"/>
          <w:spacing w:val="-4"/>
          <w:sz w:val="27"/>
          <w:szCs w:val="27"/>
        </w:rPr>
        <w:t>2</w:t>
      </w:r>
      <w:r w:rsidR="0025528B" w:rsidRPr="00A54230">
        <w:rPr>
          <w:b/>
          <w:color w:val="000000" w:themeColor="text1"/>
          <w:spacing w:val="-4"/>
          <w:sz w:val="27"/>
          <w:szCs w:val="27"/>
        </w:rPr>
        <w:t xml:space="preserve">. </w:t>
      </w:r>
      <w:r w:rsidR="00EA2232" w:rsidRPr="00A54230">
        <w:rPr>
          <w:b/>
          <w:color w:val="000000" w:themeColor="text1"/>
          <w:spacing w:val="-4"/>
          <w:sz w:val="27"/>
          <w:szCs w:val="27"/>
        </w:rPr>
        <w:t>Kế hoạch và dự toán ngân sách Nhà nước năm</w:t>
      </w:r>
      <w:r w:rsidR="00544BEB" w:rsidRPr="00A54230">
        <w:rPr>
          <w:b/>
          <w:color w:val="000000" w:themeColor="text1"/>
          <w:spacing w:val="-4"/>
          <w:sz w:val="27"/>
          <w:szCs w:val="27"/>
        </w:rPr>
        <w:t xml:space="preserve"> </w:t>
      </w:r>
      <w:r w:rsidR="0072273F" w:rsidRPr="00A54230">
        <w:rPr>
          <w:b/>
          <w:color w:val="000000" w:themeColor="text1"/>
          <w:spacing w:val="-4"/>
          <w:sz w:val="27"/>
          <w:szCs w:val="27"/>
        </w:rPr>
        <w:t>2024</w:t>
      </w:r>
    </w:p>
    <w:p w:rsidR="000539E3" w:rsidRPr="00A54230" w:rsidRDefault="000539E3"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Căn cứ vào kết quả thực hiện kế hoạch </w:t>
      </w:r>
      <w:r w:rsidR="0072273F" w:rsidRPr="00A54230">
        <w:rPr>
          <w:color w:val="000000" w:themeColor="text1"/>
          <w:sz w:val="27"/>
          <w:szCs w:val="27"/>
        </w:rPr>
        <w:t>2023</w:t>
      </w:r>
      <w:r w:rsidR="009022D3" w:rsidRPr="00A54230">
        <w:rPr>
          <w:color w:val="000000" w:themeColor="text1"/>
          <w:sz w:val="27"/>
          <w:szCs w:val="27"/>
        </w:rPr>
        <w:t xml:space="preserve"> </w:t>
      </w:r>
      <w:r w:rsidRPr="00A54230">
        <w:rPr>
          <w:color w:val="000000" w:themeColor="text1"/>
          <w:sz w:val="27"/>
          <w:szCs w:val="27"/>
        </w:rPr>
        <w:t xml:space="preserve">của đơn vị </w:t>
      </w:r>
      <w:r w:rsidR="00C84245" w:rsidRPr="00A54230">
        <w:rPr>
          <w:color w:val="000000" w:themeColor="text1"/>
          <w:sz w:val="27"/>
          <w:szCs w:val="27"/>
        </w:rPr>
        <w:t>và</w:t>
      </w:r>
      <w:r w:rsidRPr="00A54230">
        <w:rPr>
          <w:color w:val="000000" w:themeColor="text1"/>
          <w:sz w:val="27"/>
          <w:szCs w:val="27"/>
        </w:rPr>
        <w:t xml:space="preserve"> mục tiêu, phương hướng, nhiệm vụ KHCN chủ yếu cho giai đoạn 5 năm </w:t>
      </w:r>
      <w:r w:rsidR="00B90F96" w:rsidRPr="00A54230">
        <w:rPr>
          <w:color w:val="000000" w:themeColor="text1"/>
          <w:sz w:val="27"/>
          <w:szCs w:val="27"/>
        </w:rPr>
        <w:t>tới</w:t>
      </w:r>
      <w:r w:rsidR="00544BEB" w:rsidRPr="00A54230">
        <w:rPr>
          <w:color w:val="000000" w:themeColor="text1"/>
          <w:sz w:val="27"/>
          <w:szCs w:val="27"/>
        </w:rPr>
        <w:t xml:space="preserve">, </w:t>
      </w:r>
      <w:r w:rsidRPr="00A54230">
        <w:rPr>
          <w:color w:val="000000" w:themeColor="text1"/>
          <w:sz w:val="27"/>
          <w:szCs w:val="27"/>
        </w:rPr>
        <w:t xml:space="preserve">các đơn vị xác định yêu cầu và dự kiến kế hoạch </w:t>
      </w:r>
      <w:r w:rsidR="00EA2232" w:rsidRPr="00A54230">
        <w:rPr>
          <w:color w:val="000000" w:themeColor="text1"/>
          <w:sz w:val="27"/>
          <w:szCs w:val="27"/>
        </w:rPr>
        <w:t xml:space="preserve">thực hiện nhiệm vụ KHCN các cấp năm </w:t>
      </w:r>
      <w:r w:rsidR="0072273F" w:rsidRPr="00A54230">
        <w:rPr>
          <w:color w:val="000000" w:themeColor="text1"/>
          <w:sz w:val="27"/>
          <w:szCs w:val="27"/>
        </w:rPr>
        <w:t>2024</w:t>
      </w:r>
      <w:r w:rsidRPr="00A54230">
        <w:rPr>
          <w:color w:val="000000" w:themeColor="text1"/>
          <w:sz w:val="27"/>
          <w:szCs w:val="27"/>
        </w:rPr>
        <w:t xml:space="preserve"> cho đơn vị mình</w:t>
      </w:r>
      <w:r w:rsidR="00EA2232" w:rsidRPr="00A54230">
        <w:rPr>
          <w:color w:val="000000" w:themeColor="text1"/>
          <w:sz w:val="27"/>
          <w:szCs w:val="27"/>
        </w:rPr>
        <w:t xml:space="preserve">. </w:t>
      </w:r>
      <w:r w:rsidR="00F5200D" w:rsidRPr="00A54230">
        <w:rPr>
          <w:color w:val="000000" w:themeColor="text1"/>
          <w:sz w:val="27"/>
          <w:szCs w:val="27"/>
        </w:rPr>
        <w:t xml:space="preserve">Các nhiệm vụ KHCN </w:t>
      </w:r>
      <w:r w:rsidR="0031611E" w:rsidRPr="00A54230">
        <w:rPr>
          <w:color w:val="000000" w:themeColor="text1"/>
          <w:sz w:val="27"/>
          <w:szCs w:val="27"/>
        </w:rPr>
        <w:t>chuyển tiếp</w:t>
      </w:r>
      <w:r w:rsidR="00315B2E" w:rsidRPr="00A54230">
        <w:rPr>
          <w:color w:val="000000" w:themeColor="text1"/>
          <w:sz w:val="27"/>
          <w:szCs w:val="27"/>
        </w:rPr>
        <w:t>, mở mới và dự toán ngân sách</w:t>
      </w:r>
      <w:r w:rsidR="0031611E" w:rsidRPr="00A54230">
        <w:rPr>
          <w:color w:val="000000" w:themeColor="text1"/>
          <w:sz w:val="27"/>
          <w:szCs w:val="27"/>
        </w:rPr>
        <w:t xml:space="preserve"> năm </w:t>
      </w:r>
      <w:r w:rsidR="0072273F" w:rsidRPr="00A54230">
        <w:rPr>
          <w:color w:val="000000" w:themeColor="text1"/>
          <w:sz w:val="27"/>
          <w:szCs w:val="27"/>
        </w:rPr>
        <w:t>2024</w:t>
      </w:r>
      <w:r w:rsidR="00C7290C" w:rsidRPr="00A54230">
        <w:rPr>
          <w:color w:val="000000" w:themeColor="text1"/>
          <w:sz w:val="27"/>
          <w:szCs w:val="27"/>
        </w:rPr>
        <w:t xml:space="preserve"> </w:t>
      </w:r>
      <w:r w:rsidR="00F5200D" w:rsidRPr="00A54230">
        <w:rPr>
          <w:color w:val="000000" w:themeColor="text1"/>
          <w:sz w:val="27"/>
          <w:szCs w:val="27"/>
        </w:rPr>
        <w:t xml:space="preserve">được thể hiện trong các Biểu </w:t>
      </w:r>
      <w:r w:rsidR="009022D3" w:rsidRPr="00A54230">
        <w:rPr>
          <w:color w:val="000000" w:themeColor="text1"/>
          <w:sz w:val="27"/>
          <w:szCs w:val="27"/>
        </w:rPr>
        <w:t>9</w:t>
      </w:r>
      <w:r w:rsidR="00F5200D" w:rsidRPr="00A54230">
        <w:rPr>
          <w:color w:val="000000" w:themeColor="text1"/>
          <w:sz w:val="27"/>
          <w:szCs w:val="27"/>
        </w:rPr>
        <w:t>_ Kế hoạch</w:t>
      </w:r>
      <w:r w:rsidR="00686AF4" w:rsidRPr="00A54230">
        <w:rPr>
          <w:color w:val="000000" w:themeColor="text1"/>
          <w:sz w:val="27"/>
          <w:szCs w:val="27"/>
        </w:rPr>
        <w:t xml:space="preserve"> đến</w:t>
      </w:r>
      <w:r w:rsidR="00F5200D" w:rsidRPr="00A54230">
        <w:rPr>
          <w:color w:val="000000" w:themeColor="text1"/>
          <w:sz w:val="27"/>
          <w:szCs w:val="27"/>
        </w:rPr>
        <w:t xml:space="preserve"> Biểu </w:t>
      </w:r>
      <w:r w:rsidR="00097C2B" w:rsidRPr="00A54230">
        <w:rPr>
          <w:color w:val="000000" w:themeColor="text1"/>
          <w:sz w:val="27"/>
          <w:szCs w:val="27"/>
          <w:highlight w:val="yellow"/>
        </w:rPr>
        <w:t>2</w:t>
      </w:r>
      <w:r w:rsidR="0072273F" w:rsidRPr="00A54230">
        <w:rPr>
          <w:color w:val="000000" w:themeColor="text1"/>
          <w:sz w:val="27"/>
          <w:szCs w:val="27"/>
        </w:rPr>
        <w:t>5</w:t>
      </w:r>
      <w:r w:rsidR="00F5200D" w:rsidRPr="00A54230">
        <w:rPr>
          <w:color w:val="000000" w:themeColor="text1"/>
          <w:sz w:val="27"/>
          <w:szCs w:val="27"/>
        </w:rPr>
        <w:t>_ Kế hoạch</w:t>
      </w:r>
      <w:r w:rsidR="0031611E" w:rsidRPr="00A54230">
        <w:rPr>
          <w:color w:val="000000" w:themeColor="text1"/>
          <w:sz w:val="27"/>
          <w:szCs w:val="27"/>
        </w:rPr>
        <w:t xml:space="preserve">. </w:t>
      </w:r>
      <w:r w:rsidR="00B51927" w:rsidRPr="00A54230">
        <w:rPr>
          <w:color w:val="000000" w:themeColor="text1"/>
          <w:sz w:val="27"/>
          <w:szCs w:val="27"/>
        </w:rPr>
        <w:t>Báo cáo kế hoạch triển khai các nhiệm vụ</w:t>
      </w:r>
      <w:r w:rsidR="0031611E" w:rsidRPr="00A54230">
        <w:rPr>
          <w:color w:val="000000" w:themeColor="text1"/>
          <w:sz w:val="27"/>
          <w:szCs w:val="27"/>
        </w:rPr>
        <w:t xml:space="preserve"> KHCN năm </w:t>
      </w:r>
      <w:r w:rsidR="0072273F" w:rsidRPr="00A54230">
        <w:rPr>
          <w:color w:val="000000" w:themeColor="text1"/>
          <w:sz w:val="27"/>
          <w:szCs w:val="27"/>
        </w:rPr>
        <w:t>2024</w:t>
      </w:r>
      <w:r w:rsidR="0031611E" w:rsidRPr="00A54230">
        <w:rPr>
          <w:color w:val="000000" w:themeColor="text1"/>
          <w:sz w:val="27"/>
          <w:szCs w:val="27"/>
        </w:rPr>
        <w:t xml:space="preserve"> thực hiện theo các mục sau</w:t>
      </w:r>
      <w:r w:rsidR="00141548" w:rsidRPr="00A54230">
        <w:rPr>
          <w:color w:val="000000" w:themeColor="text1"/>
          <w:sz w:val="27"/>
          <w:szCs w:val="27"/>
        </w:rPr>
        <w:t xml:space="preserve"> đây</w:t>
      </w:r>
      <w:r w:rsidR="0031611E" w:rsidRPr="00A54230">
        <w:rPr>
          <w:color w:val="000000" w:themeColor="text1"/>
          <w:sz w:val="27"/>
          <w:szCs w:val="27"/>
        </w:rPr>
        <w:t>:</w:t>
      </w:r>
    </w:p>
    <w:p w:rsidR="000539E3" w:rsidRPr="00A54230" w:rsidRDefault="00D603FF" w:rsidP="00B46F18">
      <w:pPr>
        <w:spacing w:before="60" w:after="60" w:line="312" w:lineRule="auto"/>
        <w:ind w:firstLine="720"/>
        <w:jc w:val="both"/>
        <w:rPr>
          <w:color w:val="000000" w:themeColor="text1"/>
          <w:sz w:val="27"/>
          <w:szCs w:val="27"/>
        </w:rPr>
      </w:pPr>
      <w:r w:rsidRPr="00A54230">
        <w:rPr>
          <w:bCs/>
          <w:color w:val="000000" w:themeColor="text1"/>
          <w:sz w:val="27"/>
          <w:szCs w:val="27"/>
        </w:rPr>
        <w:t>2</w:t>
      </w:r>
      <w:r w:rsidR="00EA2232" w:rsidRPr="00A54230">
        <w:rPr>
          <w:bCs/>
          <w:color w:val="000000" w:themeColor="text1"/>
          <w:sz w:val="27"/>
          <w:szCs w:val="27"/>
        </w:rPr>
        <w:t>.1</w:t>
      </w:r>
      <w:r w:rsidR="000539E3" w:rsidRPr="00A54230">
        <w:rPr>
          <w:color w:val="000000" w:themeColor="text1"/>
          <w:sz w:val="27"/>
          <w:szCs w:val="27"/>
        </w:rPr>
        <w:t xml:space="preserve"> Các nhi</w:t>
      </w:r>
      <w:r w:rsidR="00574714" w:rsidRPr="00A54230">
        <w:rPr>
          <w:color w:val="000000" w:themeColor="text1"/>
          <w:sz w:val="27"/>
          <w:szCs w:val="27"/>
        </w:rPr>
        <w:t xml:space="preserve">ệm vụ, đề tài KHCN cấp </w:t>
      </w:r>
      <w:r w:rsidR="00E92AB0" w:rsidRPr="00A54230">
        <w:rPr>
          <w:color w:val="000000" w:themeColor="text1"/>
          <w:sz w:val="27"/>
          <w:szCs w:val="27"/>
        </w:rPr>
        <w:t>Quốc gia</w:t>
      </w:r>
      <w:r w:rsidR="006B71EB" w:rsidRPr="00A54230">
        <w:rPr>
          <w:color w:val="000000" w:themeColor="text1"/>
          <w:sz w:val="27"/>
          <w:szCs w:val="27"/>
        </w:rPr>
        <w:t xml:space="preserve"> (Nhà nước)</w:t>
      </w:r>
      <w:r w:rsidR="0005576D">
        <w:rPr>
          <w:color w:val="000000" w:themeColor="text1"/>
          <w:sz w:val="27"/>
          <w:szCs w:val="27"/>
        </w:rPr>
        <w:t>;</w:t>
      </w:r>
    </w:p>
    <w:p w:rsidR="00363AD1" w:rsidRPr="00A54230" w:rsidRDefault="00D603FF" w:rsidP="00C117AA">
      <w:pPr>
        <w:pStyle w:val="BodyTextIndent"/>
        <w:spacing w:before="60" w:after="60" w:line="312" w:lineRule="auto"/>
        <w:rPr>
          <w:bCs/>
          <w:color w:val="000000" w:themeColor="text1"/>
          <w:sz w:val="27"/>
          <w:szCs w:val="27"/>
        </w:rPr>
      </w:pPr>
      <w:r w:rsidRPr="00A54230">
        <w:rPr>
          <w:bCs/>
          <w:color w:val="000000" w:themeColor="text1"/>
          <w:sz w:val="27"/>
          <w:szCs w:val="27"/>
        </w:rPr>
        <w:t>2</w:t>
      </w:r>
      <w:r w:rsidR="00EA2232" w:rsidRPr="00A54230">
        <w:rPr>
          <w:bCs/>
          <w:color w:val="000000" w:themeColor="text1"/>
          <w:sz w:val="27"/>
          <w:szCs w:val="27"/>
        </w:rPr>
        <w:t>.2</w:t>
      </w:r>
      <w:r w:rsidR="00363AD1" w:rsidRPr="00A54230">
        <w:rPr>
          <w:bCs/>
          <w:color w:val="000000" w:themeColor="text1"/>
          <w:sz w:val="27"/>
          <w:szCs w:val="27"/>
        </w:rPr>
        <w:t xml:space="preserve"> Các nhiệm vụ KHCN uỷ quyền cho Viện Hàn lâm KHCNVN thực hiện (SNMT, NS&amp;VSMTNT</w:t>
      </w:r>
      <w:r w:rsidR="00BB1592" w:rsidRPr="00A54230">
        <w:rPr>
          <w:bCs/>
          <w:color w:val="000000" w:themeColor="text1"/>
          <w:sz w:val="27"/>
          <w:szCs w:val="27"/>
        </w:rPr>
        <w:t>…</w:t>
      </w:r>
      <w:r w:rsidR="00363AD1" w:rsidRPr="00A54230">
        <w:rPr>
          <w:bCs/>
          <w:color w:val="000000" w:themeColor="text1"/>
          <w:sz w:val="27"/>
          <w:szCs w:val="27"/>
        </w:rPr>
        <w:t>)</w:t>
      </w:r>
      <w:r w:rsidR="0005576D">
        <w:rPr>
          <w:bCs/>
          <w:color w:val="000000" w:themeColor="text1"/>
          <w:sz w:val="27"/>
          <w:szCs w:val="27"/>
        </w:rPr>
        <w:t>;</w:t>
      </w:r>
    </w:p>
    <w:p w:rsidR="00363AD1" w:rsidRPr="00A54230" w:rsidRDefault="00D603FF" w:rsidP="00B46F18">
      <w:pPr>
        <w:spacing w:before="60" w:after="60" w:line="312" w:lineRule="auto"/>
        <w:ind w:firstLine="720"/>
        <w:jc w:val="both"/>
        <w:rPr>
          <w:color w:val="000000" w:themeColor="text1"/>
          <w:sz w:val="27"/>
          <w:szCs w:val="27"/>
        </w:rPr>
      </w:pPr>
      <w:r w:rsidRPr="00A54230">
        <w:rPr>
          <w:bCs/>
          <w:color w:val="000000" w:themeColor="text1"/>
          <w:sz w:val="27"/>
          <w:szCs w:val="27"/>
        </w:rPr>
        <w:t>2</w:t>
      </w:r>
      <w:r w:rsidR="00EA2232" w:rsidRPr="00A54230">
        <w:rPr>
          <w:bCs/>
          <w:color w:val="000000" w:themeColor="text1"/>
          <w:sz w:val="27"/>
          <w:szCs w:val="27"/>
        </w:rPr>
        <w:t>.3</w:t>
      </w:r>
      <w:r w:rsidR="00363AD1" w:rsidRPr="00A54230">
        <w:rPr>
          <w:bCs/>
          <w:color w:val="000000" w:themeColor="text1"/>
          <w:sz w:val="27"/>
          <w:szCs w:val="27"/>
        </w:rPr>
        <w:t xml:space="preserve"> </w:t>
      </w:r>
      <w:r w:rsidR="00363AD1" w:rsidRPr="00A54230">
        <w:rPr>
          <w:color w:val="000000" w:themeColor="text1"/>
          <w:sz w:val="27"/>
          <w:szCs w:val="27"/>
        </w:rPr>
        <w:t>Các dự án HTQT sử dụng viện trợ ODA và phi chính phủ (NGO</w:t>
      </w:r>
      <w:r w:rsidR="00BB1592" w:rsidRPr="00A54230">
        <w:rPr>
          <w:color w:val="000000" w:themeColor="text1"/>
          <w:sz w:val="27"/>
          <w:szCs w:val="27"/>
        </w:rPr>
        <w:t>…</w:t>
      </w:r>
      <w:r w:rsidR="00363AD1" w:rsidRPr="00A54230">
        <w:rPr>
          <w:color w:val="000000" w:themeColor="text1"/>
          <w:sz w:val="27"/>
          <w:szCs w:val="27"/>
        </w:rPr>
        <w:t>)</w:t>
      </w:r>
      <w:r w:rsidR="0005576D">
        <w:rPr>
          <w:color w:val="000000" w:themeColor="text1"/>
          <w:sz w:val="27"/>
          <w:szCs w:val="27"/>
        </w:rPr>
        <w:t>;</w:t>
      </w:r>
    </w:p>
    <w:p w:rsidR="00D00056" w:rsidRPr="00A54230" w:rsidRDefault="0031611E" w:rsidP="00B46F18">
      <w:pPr>
        <w:pStyle w:val="BodyText"/>
        <w:spacing w:before="60" w:after="60"/>
        <w:rPr>
          <w:bCs w:val="0"/>
          <w:color w:val="000000" w:themeColor="text1"/>
          <w:sz w:val="27"/>
          <w:szCs w:val="27"/>
        </w:rPr>
      </w:pPr>
      <w:r w:rsidRPr="00A54230">
        <w:rPr>
          <w:bCs w:val="0"/>
          <w:color w:val="000000" w:themeColor="text1"/>
          <w:sz w:val="27"/>
          <w:szCs w:val="27"/>
        </w:rPr>
        <w:tab/>
      </w:r>
      <w:r w:rsidR="00D603FF" w:rsidRPr="00A54230">
        <w:rPr>
          <w:bCs w:val="0"/>
          <w:color w:val="000000" w:themeColor="text1"/>
          <w:sz w:val="27"/>
          <w:szCs w:val="27"/>
        </w:rPr>
        <w:t>2</w:t>
      </w:r>
      <w:r w:rsidRPr="00A54230">
        <w:rPr>
          <w:bCs w:val="0"/>
          <w:color w:val="000000" w:themeColor="text1"/>
          <w:sz w:val="27"/>
          <w:szCs w:val="27"/>
        </w:rPr>
        <w:t>.</w:t>
      </w:r>
      <w:r w:rsidR="009022D3" w:rsidRPr="00A54230">
        <w:rPr>
          <w:bCs w:val="0"/>
          <w:color w:val="000000" w:themeColor="text1"/>
          <w:sz w:val="27"/>
          <w:szCs w:val="27"/>
        </w:rPr>
        <w:t>4</w:t>
      </w:r>
      <w:r w:rsidRPr="00A54230">
        <w:rPr>
          <w:bCs w:val="0"/>
          <w:color w:val="000000" w:themeColor="text1"/>
          <w:sz w:val="27"/>
          <w:szCs w:val="27"/>
        </w:rPr>
        <w:t xml:space="preserve"> </w:t>
      </w:r>
      <w:r w:rsidR="0005576D" w:rsidRPr="00A54230">
        <w:rPr>
          <w:color w:val="000000" w:themeColor="text1"/>
          <w:sz w:val="27"/>
          <w:szCs w:val="27"/>
        </w:rPr>
        <w:t>Các nhiệm vụ KHCN cấp Viện Hàn lâm KHCNVN (Các đề tài trọng điểm, đề tài độc lập, nhiệm vụ Chủ tịch Viện Hàn lâm giao, đề tài thuộc CT562, 7 hướng ưu tiên, độc lập trẻ, thu hút CB trẻ, các dự án SXTN, HTĐP, HTQT,</w:t>
      </w:r>
      <w:r w:rsidR="0005576D">
        <w:rPr>
          <w:color w:val="000000" w:themeColor="text1"/>
          <w:sz w:val="27"/>
          <w:szCs w:val="27"/>
        </w:rPr>
        <w:t xml:space="preserve"> các đề tài thuộc các Chương trình: Vật lý, phát triển Toán học, 4.0, chuyển đổi số….</w:t>
      </w:r>
      <w:r w:rsidR="0005576D" w:rsidRPr="00A54230">
        <w:rPr>
          <w:color w:val="000000" w:themeColor="text1"/>
          <w:sz w:val="27"/>
          <w:szCs w:val="27"/>
        </w:rPr>
        <w:t>)</w:t>
      </w:r>
      <w:r w:rsidR="0005576D">
        <w:rPr>
          <w:color w:val="000000" w:themeColor="text1"/>
          <w:sz w:val="27"/>
          <w:szCs w:val="27"/>
        </w:rPr>
        <w:t>;</w:t>
      </w:r>
    </w:p>
    <w:p w:rsidR="009022D3" w:rsidRPr="00A54230" w:rsidRDefault="00D603FF" w:rsidP="009022D3">
      <w:pPr>
        <w:spacing w:before="60" w:after="60" w:line="312" w:lineRule="auto"/>
        <w:ind w:firstLine="720"/>
        <w:jc w:val="both"/>
        <w:rPr>
          <w:color w:val="000000" w:themeColor="text1"/>
          <w:sz w:val="27"/>
          <w:szCs w:val="27"/>
        </w:rPr>
      </w:pPr>
      <w:r w:rsidRPr="00A54230">
        <w:rPr>
          <w:bCs/>
          <w:color w:val="000000" w:themeColor="text1"/>
          <w:sz w:val="27"/>
          <w:szCs w:val="27"/>
        </w:rPr>
        <w:t>2</w:t>
      </w:r>
      <w:r w:rsidR="00EA2232" w:rsidRPr="00A54230">
        <w:rPr>
          <w:bCs/>
          <w:color w:val="000000" w:themeColor="text1"/>
          <w:sz w:val="27"/>
          <w:szCs w:val="27"/>
        </w:rPr>
        <w:t>.</w:t>
      </w:r>
      <w:r w:rsidR="009022D3" w:rsidRPr="00A54230">
        <w:rPr>
          <w:bCs/>
          <w:color w:val="000000" w:themeColor="text1"/>
          <w:sz w:val="27"/>
          <w:szCs w:val="27"/>
        </w:rPr>
        <w:t xml:space="preserve">5 </w:t>
      </w:r>
      <w:r w:rsidR="00D50F7C" w:rsidRPr="00A54230">
        <w:rPr>
          <w:color w:val="000000" w:themeColor="text1"/>
          <w:sz w:val="27"/>
          <w:szCs w:val="27"/>
        </w:rPr>
        <w:t xml:space="preserve">Các đề tài, nhiệm vụ cấp cơ sở </w:t>
      </w:r>
      <w:r w:rsidR="00774082" w:rsidRPr="00A54230">
        <w:rPr>
          <w:color w:val="000000" w:themeColor="text1"/>
          <w:sz w:val="27"/>
          <w:szCs w:val="27"/>
        </w:rPr>
        <w:t xml:space="preserve">chọn lọc </w:t>
      </w:r>
      <w:r w:rsidR="00D50F7C" w:rsidRPr="00A54230">
        <w:rPr>
          <w:color w:val="000000" w:themeColor="text1"/>
          <w:sz w:val="27"/>
          <w:szCs w:val="27"/>
        </w:rPr>
        <w:t xml:space="preserve">dự kiến triển khai trong năm </w:t>
      </w:r>
      <w:r w:rsidR="0072273F" w:rsidRPr="00A54230">
        <w:rPr>
          <w:color w:val="000000" w:themeColor="text1"/>
          <w:sz w:val="27"/>
          <w:szCs w:val="27"/>
        </w:rPr>
        <w:t>2024</w:t>
      </w:r>
      <w:r w:rsidR="00D50F7C" w:rsidRPr="00A54230">
        <w:rPr>
          <w:color w:val="000000" w:themeColor="text1"/>
          <w:sz w:val="27"/>
          <w:szCs w:val="27"/>
        </w:rPr>
        <w:t xml:space="preserve"> và kinh phí tương ứng</w:t>
      </w:r>
      <w:r w:rsidR="0005576D">
        <w:rPr>
          <w:color w:val="000000" w:themeColor="text1"/>
          <w:sz w:val="27"/>
          <w:szCs w:val="27"/>
        </w:rPr>
        <w:t>;</w:t>
      </w:r>
      <w:r w:rsidR="00D50F7C" w:rsidRPr="00A54230">
        <w:rPr>
          <w:color w:val="000000" w:themeColor="text1"/>
          <w:sz w:val="27"/>
          <w:szCs w:val="27"/>
        </w:rPr>
        <w:t xml:space="preserve"> </w:t>
      </w:r>
    </w:p>
    <w:p w:rsidR="00C16039"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t>2</w:t>
      </w:r>
      <w:r w:rsidR="009022D3" w:rsidRPr="00A54230">
        <w:rPr>
          <w:color w:val="000000" w:themeColor="text1"/>
          <w:sz w:val="27"/>
          <w:szCs w:val="27"/>
        </w:rPr>
        <w:t xml:space="preserve">.6 </w:t>
      </w:r>
      <w:r w:rsidR="00C16039" w:rsidRPr="00A54230">
        <w:rPr>
          <w:color w:val="000000" w:themeColor="text1"/>
          <w:sz w:val="27"/>
          <w:szCs w:val="27"/>
        </w:rPr>
        <w:t xml:space="preserve">Các dự án xây dựng </w:t>
      </w:r>
      <w:r w:rsidR="0031611E" w:rsidRPr="00A54230">
        <w:rPr>
          <w:color w:val="000000" w:themeColor="text1"/>
          <w:sz w:val="27"/>
          <w:szCs w:val="27"/>
        </w:rPr>
        <w:t>cơ bản</w:t>
      </w:r>
      <w:r w:rsidR="00E110A2" w:rsidRPr="00A54230">
        <w:rPr>
          <w:color w:val="000000" w:themeColor="text1"/>
          <w:sz w:val="27"/>
          <w:szCs w:val="27"/>
        </w:rPr>
        <w:t>:</w:t>
      </w:r>
    </w:p>
    <w:p w:rsidR="009022D3" w:rsidRPr="00A54230" w:rsidRDefault="00E110A2" w:rsidP="009022D3">
      <w:pPr>
        <w:spacing w:before="60" w:after="60" w:line="312" w:lineRule="auto"/>
        <w:ind w:firstLine="720"/>
        <w:jc w:val="both"/>
        <w:rPr>
          <w:color w:val="000000" w:themeColor="text1"/>
          <w:sz w:val="27"/>
          <w:szCs w:val="27"/>
        </w:rPr>
      </w:pPr>
      <w:r w:rsidRPr="00A54230">
        <w:rPr>
          <w:color w:val="000000" w:themeColor="text1"/>
          <w:sz w:val="27"/>
          <w:szCs w:val="27"/>
        </w:rPr>
        <w:t>-</w:t>
      </w:r>
      <w:r w:rsidR="00BB1592" w:rsidRPr="00A54230">
        <w:rPr>
          <w:color w:val="000000" w:themeColor="text1"/>
          <w:sz w:val="27"/>
          <w:szCs w:val="27"/>
        </w:rPr>
        <w:t xml:space="preserve"> </w:t>
      </w:r>
      <w:r w:rsidRPr="00A54230">
        <w:rPr>
          <w:color w:val="000000" w:themeColor="text1"/>
          <w:sz w:val="27"/>
          <w:szCs w:val="27"/>
        </w:rPr>
        <w:t xml:space="preserve">Kế hoạch và nội dung công việc thực hiện năm </w:t>
      </w:r>
      <w:r w:rsidR="0072273F" w:rsidRPr="00A54230">
        <w:rPr>
          <w:color w:val="000000" w:themeColor="text1"/>
          <w:sz w:val="27"/>
          <w:szCs w:val="27"/>
        </w:rPr>
        <w:t>2024</w:t>
      </w:r>
      <w:r w:rsidRPr="00A54230">
        <w:rPr>
          <w:color w:val="000000" w:themeColor="text1"/>
          <w:sz w:val="27"/>
          <w:szCs w:val="27"/>
        </w:rPr>
        <w:t xml:space="preserve"> (tổng số, phân ra: xây dựng thiết bị và khác)</w:t>
      </w:r>
      <w:r w:rsidR="0025054D">
        <w:rPr>
          <w:color w:val="000000" w:themeColor="text1"/>
          <w:sz w:val="27"/>
          <w:szCs w:val="27"/>
        </w:rPr>
        <w:t>;</w:t>
      </w:r>
    </w:p>
    <w:p w:rsidR="009022D3"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lastRenderedPageBreak/>
        <w:t>2</w:t>
      </w:r>
      <w:r w:rsidR="009022D3" w:rsidRPr="00A54230">
        <w:rPr>
          <w:color w:val="000000" w:themeColor="text1"/>
          <w:sz w:val="27"/>
          <w:szCs w:val="27"/>
        </w:rPr>
        <w:t xml:space="preserve">.7 </w:t>
      </w:r>
      <w:r w:rsidR="0031611E" w:rsidRPr="00A54230">
        <w:rPr>
          <w:color w:val="000000" w:themeColor="text1"/>
          <w:sz w:val="27"/>
          <w:szCs w:val="27"/>
        </w:rPr>
        <w:t>Dự án tăng cường trang thiết bị</w:t>
      </w:r>
      <w:r w:rsidR="0025054D">
        <w:rPr>
          <w:color w:val="000000" w:themeColor="text1"/>
          <w:sz w:val="27"/>
          <w:szCs w:val="27"/>
        </w:rPr>
        <w:t>;</w:t>
      </w:r>
    </w:p>
    <w:p w:rsidR="009022D3"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t>2</w:t>
      </w:r>
      <w:r w:rsidR="009022D3" w:rsidRPr="00A54230">
        <w:rPr>
          <w:color w:val="000000" w:themeColor="text1"/>
          <w:sz w:val="27"/>
          <w:szCs w:val="27"/>
        </w:rPr>
        <w:t xml:space="preserve">.8 </w:t>
      </w:r>
      <w:r w:rsidR="0031611E" w:rsidRPr="00A54230">
        <w:rPr>
          <w:color w:val="000000" w:themeColor="text1"/>
          <w:sz w:val="27"/>
          <w:szCs w:val="27"/>
        </w:rPr>
        <w:t xml:space="preserve">Dự án sửa chữa và xây dựng </w:t>
      </w:r>
      <w:r w:rsidR="006C02C5">
        <w:rPr>
          <w:color w:val="000000" w:themeColor="text1"/>
          <w:sz w:val="27"/>
          <w:szCs w:val="27"/>
        </w:rPr>
        <w:t>chống xuống cấp</w:t>
      </w:r>
      <w:r w:rsidR="0025054D">
        <w:rPr>
          <w:color w:val="000000" w:themeColor="text1"/>
          <w:sz w:val="27"/>
          <w:szCs w:val="27"/>
        </w:rPr>
        <w:t>;</w:t>
      </w:r>
    </w:p>
    <w:p w:rsidR="00F26E3A"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t>2</w:t>
      </w:r>
      <w:r w:rsidR="00F26E3A" w:rsidRPr="00A54230">
        <w:rPr>
          <w:color w:val="000000" w:themeColor="text1"/>
          <w:sz w:val="27"/>
          <w:szCs w:val="27"/>
        </w:rPr>
        <w:t xml:space="preserve">.9. </w:t>
      </w:r>
      <w:r w:rsidR="00F820CC" w:rsidRPr="00A54230">
        <w:rPr>
          <w:color w:val="000000" w:themeColor="text1"/>
          <w:sz w:val="27"/>
          <w:szCs w:val="27"/>
        </w:rPr>
        <w:t>Danh sách</w:t>
      </w:r>
      <w:r w:rsidR="00F8722C" w:rsidRPr="00A54230">
        <w:rPr>
          <w:color w:val="000000" w:themeColor="text1"/>
          <w:sz w:val="27"/>
          <w:szCs w:val="27"/>
        </w:rPr>
        <w:t xml:space="preserve"> n</w:t>
      </w:r>
      <w:r w:rsidR="00F26E3A" w:rsidRPr="00A54230">
        <w:rPr>
          <w:color w:val="000000" w:themeColor="text1"/>
          <w:sz w:val="27"/>
          <w:szCs w:val="27"/>
        </w:rPr>
        <w:t>ghiên cứu viên cao cấp</w:t>
      </w:r>
      <w:r w:rsidR="00F820CC" w:rsidRPr="00A54230">
        <w:rPr>
          <w:color w:val="000000" w:themeColor="text1"/>
          <w:sz w:val="27"/>
          <w:szCs w:val="27"/>
        </w:rPr>
        <w:t xml:space="preserve"> đủ điều kiện hỗ trợ năm </w:t>
      </w:r>
      <w:r w:rsidR="0072273F" w:rsidRPr="00A54230">
        <w:rPr>
          <w:color w:val="000000" w:themeColor="text1"/>
          <w:sz w:val="27"/>
          <w:szCs w:val="27"/>
        </w:rPr>
        <w:t>2024</w:t>
      </w:r>
      <w:r w:rsidR="0025054D">
        <w:rPr>
          <w:color w:val="000000" w:themeColor="text1"/>
          <w:sz w:val="27"/>
          <w:szCs w:val="27"/>
        </w:rPr>
        <w:t>;</w:t>
      </w:r>
    </w:p>
    <w:p w:rsidR="00F820CC"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t>2</w:t>
      </w:r>
      <w:r w:rsidR="00F820CC" w:rsidRPr="00A54230">
        <w:rPr>
          <w:color w:val="000000" w:themeColor="text1"/>
          <w:sz w:val="27"/>
          <w:szCs w:val="27"/>
        </w:rPr>
        <w:t>.1</w:t>
      </w:r>
      <w:r w:rsidR="00774082" w:rsidRPr="00A54230">
        <w:rPr>
          <w:color w:val="000000" w:themeColor="text1"/>
          <w:sz w:val="27"/>
          <w:szCs w:val="27"/>
        </w:rPr>
        <w:t>0</w:t>
      </w:r>
      <w:r w:rsidR="00F820CC" w:rsidRPr="00A54230">
        <w:rPr>
          <w:color w:val="000000" w:themeColor="text1"/>
          <w:sz w:val="27"/>
          <w:szCs w:val="27"/>
        </w:rPr>
        <w:t>. Các nhiệm vụ khác: Trung tâ</w:t>
      </w:r>
      <w:r w:rsidR="00AD4A1A">
        <w:rPr>
          <w:color w:val="000000" w:themeColor="text1"/>
          <w:sz w:val="27"/>
          <w:szCs w:val="27"/>
        </w:rPr>
        <w:t>m tiên tiến, Trung tâm UNESCO,…;</w:t>
      </w:r>
    </w:p>
    <w:p w:rsidR="00C16039" w:rsidRPr="00A54230" w:rsidRDefault="00D603FF" w:rsidP="009022D3">
      <w:pPr>
        <w:spacing w:before="60" w:after="60" w:line="312" w:lineRule="auto"/>
        <w:ind w:firstLine="720"/>
        <w:jc w:val="both"/>
        <w:rPr>
          <w:color w:val="000000" w:themeColor="text1"/>
          <w:sz w:val="27"/>
          <w:szCs w:val="27"/>
        </w:rPr>
      </w:pPr>
      <w:r w:rsidRPr="00A54230">
        <w:rPr>
          <w:color w:val="000000" w:themeColor="text1"/>
          <w:sz w:val="27"/>
          <w:szCs w:val="27"/>
        </w:rPr>
        <w:t>2</w:t>
      </w:r>
      <w:r w:rsidR="0031611E" w:rsidRPr="00A54230">
        <w:rPr>
          <w:color w:val="000000" w:themeColor="text1"/>
          <w:sz w:val="27"/>
          <w:szCs w:val="27"/>
        </w:rPr>
        <w:t>.</w:t>
      </w:r>
      <w:r w:rsidR="00F820CC" w:rsidRPr="00A54230">
        <w:rPr>
          <w:color w:val="000000" w:themeColor="text1"/>
          <w:sz w:val="27"/>
          <w:szCs w:val="27"/>
        </w:rPr>
        <w:t>1</w:t>
      </w:r>
      <w:r w:rsidR="00774082" w:rsidRPr="00A54230">
        <w:rPr>
          <w:color w:val="000000" w:themeColor="text1"/>
          <w:sz w:val="27"/>
          <w:szCs w:val="27"/>
        </w:rPr>
        <w:t>1</w:t>
      </w:r>
      <w:r w:rsidR="00F26E3A" w:rsidRPr="00A54230">
        <w:rPr>
          <w:color w:val="000000" w:themeColor="text1"/>
          <w:sz w:val="27"/>
          <w:szCs w:val="27"/>
        </w:rPr>
        <w:t>.</w:t>
      </w:r>
      <w:r w:rsidR="0031611E" w:rsidRPr="00A54230">
        <w:rPr>
          <w:color w:val="000000" w:themeColor="text1"/>
          <w:sz w:val="27"/>
          <w:szCs w:val="27"/>
        </w:rPr>
        <w:t xml:space="preserve"> </w:t>
      </w:r>
      <w:r w:rsidR="00C16039" w:rsidRPr="00A54230">
        <w:rPr>
          <w:color w:val="000000" w:themeColor="text1"/>
          <w:sz w:val="27"/>
          <w:szCs w:val="27"/>
        </w:rPr>
        <w:t>Công tác hợp tác quốc tế, đào tạo, thông tin, xuất bản</w:t>
      </w:r>
      <w:r w:rsidR="00AD4A1A">
        <w:rPr>
          <w:color w:val="000000" w:themeColor="text1"/>
          <w:sz w:val="27"/>
          <w:szCs w:val="27"/>
        </w:rPr>
        <w:t>;</w:t>
      </w:r>
    </w:p>
    <w:p w:rsidR="009022D3" w:rsidRPr="00A54230" w:rsidRDefault="00B51927" w:rsidP="009022D3">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C16039" w:rsidRPr="00A54230">
        <w:rPr>
          <w:color w:val="000000" w:themeColor="text1"/>
          <w:sz w:val="27"/>
          <w:szCs w:val="27"/>
        </w:rPr>
        <w:t xml:space="preserve">Dự kiến kế hoạch và yêu cầu kinh phí cụ thể cho mỗi nội dung: </w:t>
      </w:r>
    </w:p>
    <w:p w:rsidR="009022D3" w:rsidRPr="00A54230" w:rsidRDefault="009022D3" w:rsidP="009022D3">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5E3134" w:rsidRPr="00A54230">
        <w:rPr>
          <w:color w:val="000000" w:themeColor="text1"/>
          <w:sz w:val="27"/>
          <w:szCs w:val="27"/>
        </w:rPr>
        <w:t>Hội thảo</w:t>
      </w:r>
      <w:r w:rsidR="0031611E" w:rsidRPr="00A54230">
        <w:rPr>
          <w:color w:val="000000" w:themeColor="text1"/>
          <w:sz w:val="27"/>
          <w:szCs w:val="27"/>
        </w:rPr>
        <w:t>, hội nghị</w:t>
      </w:r>
      <w:r w:rsidR="005E3134" w:rsidRPr="00A54230">
        <w:rPr>
          <w:color w:val="000000" w:themeColor="text1"/>
          <w:sz w:val="27"/>
          <w:szCs w:val="27"/>
        </w:rPr>
        <w:t xml:space="preserve"> quốc tế</w:t>
      </w:r>
      <w:r w:rsidR="0031611E" w:rsidRPr="00A54230">
        <w:rPr>
          <w:color w:val="000000" w:themeColor="text1"/>
          <w:sz w:val="27"/>
          <w:szCs w:val="27"/>
        </w:rPr>
        <w:t xml:space="preserve"> và </w:t>
      </w:r>
      <w:r w:rsidR="005E3134" w:rsidRPr="00A54230">
        <w:rPr>
          <w:color w:val="000000" w:themeColor="text1"/>
          <w:sz w:val="27"/>
          <w:szCs w:val="27"/>
        </w:rPr>
        <w:t xml:space="preserve">trong nước năm </w:t>
      </w:r>
      <w:r w:rsidR="0072273F" w:rsidRPr="00A54230">
        <w:rPr>
          <w:color w:val="000000" w:themeColor="text1"/>
          <w:sz w:val="27"/>
          <w:szCs w:val="27"/>
        </w:rPr>
        <w:t>2024</w:t>
      </w:r>
      <w:r w:rsidR="00AD4A1A">
        <w:rPr>
          <w:color w:val="000000" w:themeColor="text1"/>
          <w:sz w:val="27"/>
          <w:szCs w:val="27"/>
        </w:rPr>
        <w:t>;</w:t>
      </w:r>
    </w:p>
    <w:p w:rsidR="009022D3" w:rsidRPr="00A54230" w:rsidRDefault="009022D3" w:rsidP="009022D3">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5E3134" w:rsidRPr="00A54230">
        <w:rPr>
          <w:color w:val="000000" w:themeColor="text1"/>
          <w:sz w:val="27"/>
          <w:szCs w:val="27"/>
        </w:rPr>
        <w:t>Dự kiến số lượng KS/CN, ThS, TS trẻ thuộc Chương trình hỗ trợ trẻ cấp cơ sở</w:t>
      </w:r>
      <w:r w:rsidR="00AD4A1A">
        <w:rPr>
          <w:color w:val="000000" w:themeColor="text1"/>
          <w:sz w:val="27"/>
          <w:szCs w:val="27"/>
        </w:rPr>
        <w:t>;</w:t>
      </w:r>
    </w:p>
    <w:p w:rsidR="009022D3" w:rsidRPr="00A54230" w:rsidRDefault="009022D3" w:rsidP="009022D3">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5E3134" w:rsidRPr="00A54230">
        <w:rPr>
          <w:color w:val="000000" w:themeColor="text1"/>
          <w:sz w:val="27"/>
          <w:szCs w:val="27"/>
        </w:rPr>
        <w:t xml:space="preserve">Dự kiến số lượng TS, ThS bảo vệ năm </w:t>
      </w:r>
      <w:r w:rsidR="0072273F" w:rsidRPr="00A54230">
        <w:rPr>
          <w:color w:val="000000" w:themeColor="text1"/>
          <w:sz w:val="27"/>
          <w:szCs w:val="27"/>
        </w:rPr>
        <w:t>2024</w:t>
      </w:r>
      <w:r w:rsidR="00AD4A1A">
        <w:rPr>
          <w:color w:val="000000" w:themeColor="text1"/>
          <w:sz w:val="27"/>
          <w:szCs w:val="27"/>
        </w:rPr>
        <w:t>;</w:t>
      </w:r>
    </w:p>
    <w:p w:rsidR="00C16039" w:rsidRPr="00A54230" w:rsidRDefault="009022D3" w:rsidP="009022D3">
      <w:pPr>
        <w:spacing w:before="60" w:after="60" w:line="312" w:lineRule="auto"/>
        <w:ind w:firstLine="720"/>
        <w:jc w:val="both"/>
        <w:rPr>
          <w:color w:val="000000" w:themeColor="text1"/>
          <w:sz w:val="27"/>
          <w:szCs w:val="27"/>
        </w:rPr>
      </w:pPr>
      <w:r w:rsidRPr="00A54230">
        <w:rPr>
          <w:color w:val="000000" w:themeColor="text1"/>
          <w:sz w:val="27"/>
          <w:szCs w:val="27"/>
        </w:rPr>
        <w:t xml:space="preserve">+ </w:t>
      </w:r>
      <w:r w:rsidR="00C16039" w:rsidRPr="00A54230">
        <w:rPr>
          <w:color w:val="000000" w:themeColor="text1"/>
          <w:sz w:val="27"/>
          <w:szCs w:val="27"/>
        </w:rPr>
        <w:t xml:space="preserve">Các yêu </w:t>
      </w:r>
      <w:r w:rsidR="0031611E" w:rsidRPr="00A54230">
        <w:rPr>
          <w:color w:val="000000" w:themeColor="text1"/>
          <w:sz w:val="27"/>
          <w:szCs w:val="27"/>
        </w:rPr>
        <w:t>cầu khác về tăng cường năng lực</w:t>
      </w:r>
      <w:r w:rsidR="00AD4A1A">
        <w:rPr>
          <w:color w:val="000000" w:themeColor="text1"/>
          <w:sz w:val="27"/>
          <w:szCs w:val="27"/>
        </w:rPr>
        <w:t>.</w:t>
      </w:r>
    </w:p>
    <w:p w:rsidR="00952284" w:rsidRPr="00A54230" w:rsidRDefault="00D603FF" w:rsidP="00B80287">
      <w:pPr>
        <w:spacing w:before="60" w:after="60" w:line="312" w:lineRule="auto"/>
        <w:ind w:firstLine="720"/>
        <w:jc w:val="both"/>
        <w:rPr>
          <w:b/>
          <w:bCs/>
          <w:color w:val="000000" w:themeColor="text1"/>
          <w:sz w:val="27"/>
          <w:szCs w:val="27"/>
        </w:rPr>
      </w:pPr>
      <w:r w:rsidRPr="00A54230">
        <w:rPr>
          <w:b/>
          <w:bCs/>
          <w:color w:val="000000" w:themeColor="text1"/>
          <w:sz w:val="27"/>
          <w:szCs w:val="27"/>
        </w:rPr>
        <w:t>3</w:t>
      </w:r>
      <w:r w:rsidR="0004727D" w:rsidRPr="00A54230">
        <w:rPr>
          <w:b/>
          <w:bCs/>
          <w:color w:val="000000" w:themeColor="text1"/>
          <w:sz w:val="27"/>
          <w:szCs w:val="27"/>
        </w:rPr>
        <w:t xml:space="preserve">. Các biểu mẫu sơ kết </w:t>
      </w:r>
      <w:r w:rsidR="0049115F" w:rsidRPr="00A54230">
        <w:rPr>
          <w:b/>
          <w:bCs/>
          <w:color w:val="000000" w:themeColor="text1"/>
          <w:sz w:val="27"/>
          <w:szCs w:val="27"/>
        </w:rPr>
        <w:t xml:space="preserve">6 tháng đầu năm </w:t>
      </w:r>
      <w:r w:rsidR="0072273F" w:rsidRPr="00A54230">
        <w:rPr>
          <w:b/>
          <w:bCs/>
          <w:color w:val="000000" w:themeColor="text1"/>
          <w:sz w:val="27"/>
          <w:szCs w:val="27"/>
        </w:rPr>
        <w:t>2023</w:t>
      </w:r>
      <w:r w:rsidR="0004727D" w:rsidRPr="00A54230">
        <w:rPr>
          <w:b/>
          <w:bCs/>
          <w:color w:val="000000" w:themeColor="text1"/>
          <w:sz w:val="27"/>
          <w:szCs w:val="27"/>
        </w:rPr>
        <w:t xml:space="preserve"> và xây dựng </w:t>
      </w:r>
      <w:r w:rsidR="00B80287" w:rsidRPr="00A54230">
        <w:rPr>
          <w:b/>
          <w:bCs/>
          <w:color w:val="000000" w:themeColor="text1"/>
          <w:sz w:val="27"/>
          <w:szCs w:val="27"/>
        </w:rPr>
        <w:t>KH</w:t>
      </w:r>
      <w:r w:rsidR="0004727D" w:rsidRPr="00A54230">
        <w:rPr>
          <w:b/>
          <w:bCs/>
          <w:color w:val="000000" w:themeColor="text1"/>
          <w:sz w:val="27"/>
          <w:szCs w:val="27"/>
        </w:rPr>
        <w:t xml:space="preserve"> </w:t>
      </w:r>
      <w:r w:rsidR="0072273F" w:rsidRPr="00A54230">
        <w:rPr>
          <w:b/>
          <w:bCs/>
          <w:color w:val="000000" w:themeColor="text1"/>
          <w:sz w:val="27"/>
          <w:szCs w:val="27"/>
        </w:rPr>
        <w:t>2024</w:t>
      </w:r>
    </w:p>
    <w:p w:rsidR="00686AF4" w:rsidRPr="00A54230" w:rsidRDefault="00D603FF" w:rsidP="009022D3">
      <w:pPr>
        <w:spacing w:before="60" w:after="60" w:line="312" w:lineRule="auto"/>
        <w:ind w:firstLine="720"/>
        <w:jc w:val="both"/>
        <w:rPr>
          <w:b/>
          <w:i/>
          <w:color w:val="000000" w:themeColor="text1"/>
          <w:spacing w:val="-4"/>
          <w:sz w:val="27"/>
          <w:szCs w:val="27"/>
        </w:rPr>
      </w:pPr>
      <w:r w:rsidRPr="00A54230">
        <w:rPr>
          <w:b/>
          <w:i/>
          <w:color w:val="000000" w:themeColor="text1"/>
          <w:spacing w:val="-4"/>
          <w:sz w:val="27"/>
          <w:szCs w:val="27"/>
        </w:rPr>
        <w:t>3</w:t>
      </w:r>
      <w:r w:rsidR="00686AF4" w:rsidRPr="00A54230">
        <w:rPr>
          <w:b/>
          <w:i/>
          <w:color w:val="000000" w:themeColor="text1"/>
          <w:spacing w:val="-4"/>
          <w:sz w:val="27"/>
          <w:szCs w:val="27"/>
        </w:rPr>
        <w:t>.1 Phần Sơ kết (kết quả 20</w:t>
      </w:r>
      <w:r w:rsidRPr="00A54230">
        <w:rPr>
          <w:b/>
          <w:i/>
          <w:color w:val="000000" w:themeColor="text1"/>
          <w:spacing w:val="-4"/>
          <w:sz w:val="27"/>
          <w:szCs w:val="27"/>
        </w:rPr>
        <w:t>2</w:t>
      </w:r>
      <w:r w:rsidR="00ED7D44" w:rsidRPr="00A54230">
        <w:rPr>
          <w:b/>
          <w:i/>
          <w:color w:val="000000" w:themeColor="text1"/>
          <w:spacing w:val="-4"/>
          <w:sz w:val="27"/>
          <w:szCs w:val="27"/>
        </w:rPr>
        <w:t>2</w:t>
      </w:r>
      <w:r w:rsidR="00B46F18" w:rsidRPr="00A54230">
        <w:rPr>
          <w:b/>
          <w:i/>
          <w:color w:val="000000" w:themeColor="text1"/>
          <w:spacing w:val="-4"/>
          <w:sz w:val="27"/>
          <w:szCs w:val="27"/>
        </w:rPr>
        <w:t xml:space="preserve"> </w:t>
      </w:r>
      <w:r w:rsidR="00686AF4" w:rsidRPr="00A54230">
        <w:rPr>
          <w:b/>
          <w:i/>
          <w:color w:val="000000" w:themeColor="text1"/>
          <w:spacing w:val="-4"/>
          <w:sz w:val="27"/>
          <w:szCs w:val="27"/>
        </w:rPr>
        <w:t xml:space="preserve">và thực hiện 06 tháng đầu năm </w:t>
      </w:r>
      <w:r w:rsidR="0072273F" w:rsidRPr="00A54230">
        <w:rPr>
          <w:b/>
          <w:i/>
          <w:color w:val="000000" w:themeColor="text1"/>
          <w:spacing w:val="-4"/>
          <w:sz w:val="27"/>
          <w:szCs w:val="27"/>
        </w:rPr>
        <w:t>2023</w:t>
      </w:r>
      <w:r w:rsidR="00686AF4" w:rsidRPr="00A54230">
        <w:rPr>
          <w:b/>
          <w:i/>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1_Sơ kết (Tổng hợp kết quả thực hiện đề tài các cấp thực hiện 6 tháng đầu năm </w:t>
      </w:r>
      <w:r w:rsidR="0072273F" w:rsidRPr="00A54230">
        <w:rPr>
          <w:color w:val="000000" w:themeColor="text1"/>
          <w:spacing w:val="-4"/>
          <w:sz w:val="27"/>
          <w:szCs w:val="27"/>
        </w:rPr>
        <w:t>2023</w:t>
      </w:r>
      <w:r w:rsidRPr="00A54230">
        <w:rPr>
          <w:color w:val="000000" w:themeColor="text1"/>
          <w:spacing w:val="-4"/>
          <w:sz w:val="27"/>
          <w:szCs w:val="27"/>
        </w:rPr>
        <w:t>)</w:t>
      </w:r>
      <w:r w:rsidR="0097132C">
        <w:rPr>
          <w:color w:val="000000" w:themeColor="text1"/>
          <w:spacing w:val="-4"/>
          <w:sz w:val="27"/>
          <w:szCs w:val="27"/>
        </w:rPr>
        <w:t>;</w:t>
      </w:r>
      <w:r w:rsidRPr="00A54230">
        <w:rPr>
          <w:color w:val="000000" w:themeColor="text1"/>
          <w:spacing w:val="-4"/>
          <w:sz w:val="27"/>
          <w:szCs w:val="27"/>
        </w:rPr>
        <w:t xml:space="preserve"> </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2_Sơ kết  (Kết quả hoạt động KHCN năm 20</w:t>
      </w:r>
      <w:r w:rsidR="00D603FF" w:rsidRPr="00A54230">
        <w:rPr>
          <w:color w:val="000000" w:themeColor="text1"/>
          <w:spacing w:val="-4"/>
          <w:sz w:val="27"/>
          <w:szCs w:val="27"/>
        </w:rPr>
        <w:t>2</w:t>
      </w:r>
      <w:r w:rsidR="001F5205" w:rsidRPr="00A54230">
        <w:rPr>
          <w:color w:val="000000" w:themeColor="text1"/>
          <w:spacing w:val="-4"/>
          <w:sz w:val="27"/>
          <w:szCs w:val="27"/>
        </w:rPr>
        <w:t>2</w:t>
      </w:r>
      <w:r w:rsidR="009022D3" w:rsidRPr="00A54230">
        <w:rPr>
          <w:color w:val="000000" w:themeColor="text1"/>
          <w:spacing w:val="-4"/>
          <w:sz w:val="27"/>
          <w:szCs w:val="27"/>
        </w:rPr>
        <w:t xml:space="preserve"> </w:t>
      </w:r>
      <w:r w:rsidRPr="00A54230">
        <w:rPr>
          <w:color w:val="000000" w:themeColor="text1"/>
          <w:spacing w:val="-4"/>
          <w:sz w:val="27"/>
          <w:szCs w:val="27"/>
        </w:rPr>
        <w:t xml:space="preserve">và 6 tháng đầu năm </w:t>
      </w:r>
      <w:r w:rsidR="0072273F" w:rsidRPr="00A54230">
        <w:rPr>
          <w:color w:val="000000" w:themeColor="text1"/>
          <w:spacing w:val="-4"/>
          <w:sz w:val="27"/>
          <w:szCs w:val="27"/>
        </w:rPr>
        <w:t>2023</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3_</w:t>
      </w:r>
      <w:r w:rsidR="00253C1D">
        <w:rPr>
          <w:color w:val="000000" w:themeColor="text1"/>
          <w:spacing w:val="-4"/>
          <w:sz w:val="27"/>
          <w:szCs w:val="27"/>
        </w:rPr>
        <w:t xml:space="preserve">Sơ kết  (Kết quả hoạt động KHCN </w:t>
      </w:r>
      <w:r w:rsidRPr="00A54230">
        <w:rPr>
          <w:color w:val="000000" w:themeColor="text1"/>
          <w:spacing w:val="-4"/>
          <w:sz w:val="27"/>
          <w:szCs w:val="27"/>
        </w:rPr>
        <w:t xml:space="preserve">nổi bật </w:t>
      </w:r>
      <w:r w:rsidR="00253C1D">
        <w:rPr>
          <w:color w:val="000000" w:themeColor="text1"/>
          <w:spacing w:val="-4"/>
          <w:sz w:val="27"/>
          <w:szCs w:val="27"/>
        </w:rPr>
        <w:t xml:space="preserve">năm 2022 và </w:t>
      </w:r>
      <w:r w:rsidRPr="00A54230">
        <w:rPr>
          <w:color w:val="000000" w:themeColor="text1"/>
          <w:spacing w:val="-4"/>
          <w:sz w:val="27"/>
          <w:szCs w:val="27"/>
        </w:rPr>
        <w:t xml:space="preserve">6 tháng đầu năm </w:t>
      </w:r>
      <w:r w:rsidR="0072273F" w:rsidRPr="00A54230">
        <w:rPr>
          <w:color w:val="000000" w:themeColor="text1"/>
          <w:spacing w:val="-4"/>
          <w:sz w:val="27"/>
          <w:szCs w:val="27"/>
        </w:rPr>
        <w:t>2023</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6</w:t>
      </w:r>
      <w:r w:rsidRPr="00A54230">
        <w:rPr>
          <w:color w:val="000000" w:themeColor="text1"/>
          <w:spacing w:val="-4"/>
          <w:sz w:val="27"/>
          <w:szCs w:val="27"/>
        </w:rPr>
        <w:t>_Sơ kết (Nhân lực và tổ chức Khoa học và Công nghệ)</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b/>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7</w:t>
      </w:r>
      <w:r w:rsidRPr="00A54230">
        <w:rPr>
          <w:color w:val="000000" w:themeColor="text1"/>
          <w:spacing w:val="-4"/>
          <w:sz w:val="27"/>
          <w:szCs w:val="27"/>
        </w:rPr>
        <w:t>_Sơ kết (Kết quả triển khai thực hiện cơ chế khoán đối với nhiệm vụ KH&amp;CN)</w:t>
      </w:r>
      <w:r w:rsidR="0097132C">
        <w:rPr>
          <w:color w:val="000000" w:themeColor="text1"/>
          <w:spacing w:val="-4"/>
          <w:sz w:val="27"/>
          <w:szCs w:val="27"/>
        </w:rPr>
        <w:t>;</w:t>
      </w:r>
      <w:r w:rsidRPr="00A54230">
        <w:rPr>
          <w:color w:val="000000" w:themeColor="text1"/>
          <w:spacing w:val="-4"/>
          <w:sz w:val="27"/>
          <w:szCs w:val="27"/>
        </w:rPr>
        <w:t xml:space="preserve"> </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8</w:t>
      </w:r>
      <w:r w:rsidRPr="00A54230">
        <w:rPr>
          <w:color w:val="000000" w:themeColor="text1"/>
          <w:spacing w:val="-4"/>
          <w:sz w:val="27"/>
          <w:szCs w:val="27"/>
        </w:rPr>
        <w:t>_Sơ kết (Báo cáo lao động, tiền lương, nguồn kinh phí đảm bảo của đơn vị thực hiện 20</w:t>
      </w:r>
      <w:r w:rsidR="00D603FF" w:rsidRPr="00A54230">
        <w:rPr>
          <w:color w:val="000000" w:themeColor="text1"/>
          <w:spacing w:val="-4"/>
          <w:sz w:val="27"/>
          <w:szCs w:val="27"/>
        </w:rPr>
        <w:t>2</w:t>
      </w:r>
      <w:r w:rsidR="007D5254" w:rsidRPr="00A54230">
        <w:rPr>
          <w:color w:val="000000" w:themeColor="text1"/>
          <w:spacing w:val="-4"/>
          <w:sz w:val="27"/>
          <w:szCs w:val="27"/>
        </w:rPr>
        <w:t>2</w:t>
      </w:r>
      <w:r w:rsidR="00536251" w:rsidRPr="00A54230">
        <w:rPr>
          <w:color w:val="000000" w:themeColor="text1"/>
          <w:spacing w:val="-4"/>
          <w:sz w:val="27"/>
          <w:szCs w:val="27"/>
        </w:rPr>
        <w:t xml:space="preserve"> và ước thực hiện </w:t>
      </w:r>
      <w:r w:rsidR="0072273F" w:rsidRPr="00A54230">
        <w:rPr>
          <w:color w:val="000000" w:themeColor="text1"/>
          <w:spacing w:val="-4"/>
          <w:sz w:val="27"/>
          <w:szCs w:val="27"/>
        </w:rPr>
        <w:t>2023</w:t>
      </w:r>
      <w:r w:rsidRPr="00A54230">
        <w:rPr>
          <w:color w:val="000000" w:themeColor="text1"/>
          <w:spacing w:val="-4"/>
          <w:sz w:val="27"/>
          <w:szCs w:val="27"/>
        </w:rPr>
        <w:t>)</w:t>
      </w:r>
      <w:r w:rsidR="0097132C">
        <w:rPr>
          <w:color w:val="000000" w:themeColor="text1"/>
          <w:spacing w:val="-4"/>
          <w:sz w:val="27"/>
          <w:szCs w:val="27"/>
        </w:rPr>
        <w:t>.</w:t>
      </w:r>
    </w:p>
    <w:p w:rsidR="00686AF4" w:rsidRPr="00A54230" w:rsidRDefault="00097C2B" w:rsidP="00602229">
      <w:pPr>
        <w:spacing w:before="60" w:after="60" w:line="312" w:lineRule="auto"/>
        <w:ind w:firstLine="720"/>
        <w:jc w:val="both"/>
        <w:rPr>
          <w:b/>
          <w:i/>
          <w:color w:val="000000" w:themeColor="text1"/>
          <w:spacing w:val="-4"/>
          <w:sz w:val="27"/>
          <w:szCs w:val="27"/>
        </w:rPr>
      </w:pPr>
      <w:r w:rsidRPr="00A54230">
        <w:rPr>
          <w:b/>
          <w:i/>
          <w:color w:val="000000" w:themeColor="text1"/>
          <w:spacing w:val="-4"/>
          <w:sz w:val="27"/>
          <w:szCs w:val="27"/>
          <w:highlight w:val="yellow"/>
        </w:rPr>
        <w:t>3</w:t>
      </w:r>
      <w:r w:rsidR="00686AF4" w:rsidRPr="00A54230">
        <w:rPr>
          <w:b/>
          <w:i/>
          <w:color w:val="000000" w:themeColor="text1"/>
          <w:spacing w:val="-4"/>
          <w:sz w:val="27"/>
          <w:szCs w:val="27"/>
          <w:highlight w:val="yellow"/>
        </w:rPr>
        <w:t>.2</w:t>
      </w:r>
      <w:r w:rsidR="00686AF4" w:rsidRPr="00A54230">
        <w:rPr>
          <w:b/>
          <w:i/>
          <w:color w:val="000000" w:themeColor="text1"/>
          <w:spacing w:val="-4"/>
          <w:sz w:val="27"/>
          <w:szCs w:val="27"/>
        </w:rPr>
        <w:t xml:space="preserve"> Phần Kế hoạch (Kế hoạch và xây dựng dự toán năm </w:t>
      </w:r>
      <w:r w:rsidR="0072273F" w:rsidRPr="00A54230">
        <w:rPr>
          <w:b/>
          <w:i/>
          <w:color w:val="000000" w:themeColor="text1"/>
          <w:spacing w:val="-4"/>
          <w:sz w:val="27"/>
          <w:szCs w:val="27"/>
        </w:rPr>
        <w:t>2024</w:t>
      </w:r>
      <w:r w:rsidR="00686AF4" w:rsidRPr="00A54230">
        <w:rPr>
          <w:b/>
          <w:i/>
          <w:color w:val="000000" w:themeColor="text1"/>
          <w:spacing w:val="-4"/>
          <w:sz w:val="27"/>
          <w:szCs w:val="27"/>
        </w:rPr>
        <w:t>):</w:t>
      </w:r>
    </w:p>
    <w:p w:rsidR="00BB1592" w:rsidRPr="00A54230" w:rsidRDefault="00BB1592" w:rsidP="00602229">
      <w:pPr>
        <w:spacing w:before="60" w:after="60" w:line="312" w:lineRule="auto"/>
        <w:ind w:firstLine="720"/>
        <w:jc w:val="both"/>
        <w:rPr>
          <w:i/>
          <w:color w:val="000000" w:themeColor="text1"/>
          <w:spacing w:val="-4"/>
          <w:sz w:val="27"/>
          <w:szCs w:val="27"/>
          <w:u w:val="single"/>
        </w:rPr>
      </w:pPr>
      <w:r w:rsidRPr="00A54230">
        <w:rPr>
          <w:i/>
          <w:color w:val="000000" w:themeColor="text1"/>
          <w:spacing w:val="-4"/>
          <w:sz w:val="27"/>
          <w:szCs w:val="27"/>
          <w:u w:val="single"/>
        </w:rPr>
        <w:t>Phần kế hoạch KHCN</w:t>
      </w:r>
      <w:r w:rsidR="00C63A4E" w:rsidRPr="00A54230">
        <w:rPr>
          <w:i/>
          <w:color w:val="000000" w:themeColor="text1"/>
          <w:spacing w:val="-4"/>
          <w:sz w:val="27"/>
          <w:szCs w:val="27"/>
          <w:u w:val="single"/>
        </w:rPr>
        <w:t xml:space="preserve"> (theo hướng dẫn Bộ KHCN)</w:t>
      </w:r>
      <w:r w:rsidRPr="00A54230">
        <w:rPr>
          <w:i/>
          <w:color w:val="000000" w:themeColor="text1"/>
          <w:spacing w:val="-4"/>
          <w:sz w:val="27"/>
          <w:szCs w:val="27"/>
          <w:u w:val="single"/>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9</w:t>
      </w:r>
      <w:r w:rsidRPr="00A54230">
        <w:rPr>
          <w:color w:val="000000" w:themeColor="text1"/>
          <w:spacing w:val="-4"/>
          <w:sz w:val="27"/>
          <w:szCs w:val="27"/>
        </w:rPr>
        <w:t>_Kế hoạch (</w:t>
      </w:r>
      <w:r w:rsidR="00536251" w:rsidRPr="00A54230">
        <w:rPr>
          <w:color w:val="000000" w:themeColor="text1"/>
          <w:spacing w:val="-4"/>
          <w:sz w:val="27"/>
          <w:szCs w:val="27"/>
        </w:rPr>
        <w:t>Tổng hợp</w:t>
      </w:r>
      <w:r w:rsidRPr="00A54230">
        <w:rPr>
          <w:color w:val="000000" w:themeColor="text1"/>
          <w:spacing w:val="-4"/>
          <w:sz w:val="27"/>
          <w:szCs w:val="27"/>
        </w:rPr>
        <w:t xml:space="preserve"> đề tài các cấp thực hiện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10</w:t>
      </w:r>
      <w:r w:rsidRPr="00A54230">
        <w:rPr>
          <w:color w:val="000000" w:themeColor="text1"/>
          <w:spacing w:val="-4"/>
          <w:sz w:val="27"/>
          <w:szCs w:val="27"/>
        </w:rPr>
        <w:t xml:space="preserve">_Kế hoạch (Kế hoạch thực hiện Chương trình KHCN cấp Quốc gia giao Viện Hàn lâm quản lý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11</w:t>
      </w:r>
      <w:r w:rsidRPr="00A54230">
        <w:rPr>
          <w:color w:val="000000" w:themeColor="text1"/>
          <w:spacing w:val="-4"/>
          <w:sz w:val="27"/>
          <w:szCs w:val="27"/>
        </w:rPr>
        <w:t xml:space="preserve">_Kế hoạch (Kế hoạch vốn đầu tư phát triển KHCN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1</w:t>
      </w:r>
      <w:r w:rsidR="00602229" w:rsidRPr="00A54230">
        <w:rPr>
          <w:color w:val="000000" w:themeColor="text1"/>
          <w:spacing w:val="-4"/>
          <w:sz w:val="27"/>
          <w:szCs w:val="27"/>
        </w:rPr>
        <w:t>2</w:t>
      </w:r>
      <w:r w:rsidRPr="00A54230">
        <w:rPr>
          <w:color w:val="000000" w:themeColor="text1"/>
          <w:spacing w:val="-4"/>
          <w:sz w:val="27"/>
          <w:szCs w:val="27"/>
        </w:rPr>
        <w:t xml:space="preserve">_Kế hoạch (Kế hoạch tăng cường thiết bị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1</w:t>
      </w:r>
      <w:r w:rsidR="00602229" w:rsidRPr="00A54230">
        <w:rPr>
          <w:color w:val="000000" w:themeColor="text1"/>
          <w:spacing w:val="-4"/>
          <w:sz w:val="27"/>
          <w:szCs w:val="27"/>
        </w:rPr>
        <w:t>3</w:t>
      </w:r>
      <w:r w:rsidRPr="00A54230">
        <w:rPr>
          <w:color w:val="000000" w:themeColor="text1"/>
          <w:spacing w:val="-4"/>
          <w:sz w:val="27"/>
          <w:szCs w:val="27"/>
        </w:rPr>
        <w:t>_Kế hoạch (Kế hoạc</w:t>
      </w:r>
      <w:r w:rsidR="00536251" w:rsidRPr="00A54230">
        <w:rPr>
          <w:color w:val="000000" w:themeColor="text1"/>
          <w:spacing w:val="-4"/>
          <w:sz w:val="27"/>
          <w:szCs w:val="27"/>
        </w:rPr>
        <w:t xml:space="preserve">h sửa chữa, xây dựng nhỏ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B1592" w:rsidRPr="00A54230" w:rsidRDefault="00BB1592" w:rsidP="00602229">
      <w:pPr>
        <w:spacing w:before="60" w:after="60" w:line="312" w:lineRule="auto"/>
        <w:ind w:firstLine="720"/>
        <w:jc w:val="both"/>
        <w:rPr>
          <w:i/>
          <w:color w:val="000000" w:themeColor="text1"/>
          <w:spacing w:val="-4"/>
          <w:sz w:val="27"/>
          <w:szCs w:val="27"/>
          <w:u w:val="single"/>
        </w:rPr>
      </w:pPr>
      <w:r w:rsidRPr="00A54230">
        <w:rPr>
          <w:i/>
          <w:color w:val="000000" w:themeColor="text1"/>
          <w:spacing w:val="-4"/>
          <w:sz w:val="27"/>
          <w:szCs w:val="27"/>
          <w:u w:val="single"/>
        </w:rPr>
        <w:t>Phần xây dựng dự toán NSNN (theo hướng dẫn BTC)</w:t>
      </w:r>
      <w:r w:rsidR="004338A2" w:rsidRPr="00A54230">
        <w:rPr>
          <w:i/>
          <w:color w:val="000000" w:themeColor="text1"/>
          <w:spacing w:val="-4"/>
          <w:sz w:val="27"/>
          <w:szCs w:val="27"/>
          <w:u w:val="single"/>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lastRenderedPageBreak/>
        <w:t xml:space="preserve">Biểu </w:t>
      </w:r>
      <w:r w:rsidR="00602229" w:rsidRPr="00A54230">
        <w:rPr>
          <w:color w:val="000000" w:themeColor="text1"/>
          <w:spacing w:val="-4"/>
          <w:sz w:val="27"/>
          <w:szCs w:val="27"/>
        </w:rPr>
        <w:t>14</w:t>
      </w:r>
      <w:r w:rsidRPr="00A54230">
        <w:rPr>
          <w:color w:val="000000" w:themeColor="text1"/>
          <w:spacing w:val="-4"/>
          <w:sz w:val="27"/>
          <w:szCs w:val="27"/>
        </w:rPr>
        <w:t xml:space="preserve">_Kế hoạch (Dự kiến kinh phí NSNN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15</w:t>
      </w:r>
      <w:r w:rsidRPr="00A54230">
        <w:rPr>
          <w:color w:val="000000" w:themeColor="text1"/>
          <w:spacing w:val="-4"/>
          <w:sz w:val="27"/>
          <w:szCs w:val="27"/>
        </w:rPr>
        <w:t xml:space="preserve">_Kế hoạch (Báo cáo thực hiện nhiệm vụ thu sự nghiệp năm </w:t>
      </w:r>
      <w:r w:rsidR="0072273F" w:rsidRPr="00A54230">
        <w:rPr>
          <w:color w:val="000000" w:themeColor="text1"/>
          <w:spacing w:val="-4"/>
          <w:sz w:val="27"/>
          <w:szCs w:val="27"/>
        </w:rPr>
        <w:t>2023</w:t>
      </w:r>
      <w:r w:rsidR="00536251" w:rsidRPr="00A54230">
        <w:rPr>
          <w:color w:val="000000" w:themeColor="text1"/>
          <w:spacing w:val="-4"/>
          <w:sz w:val="27"/>
          <w:szCs w:val="27"/>
        </w:rPr>
        <w:t xml:space="preserve"> và kế hoạch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16</w:t>
      </w:r>
      <w:r w:rsidRPr="00A54230">
        <w:rPr>
          <w:color w:val="000000" w:themeColor="text1"/>
          <w:spacing w:val="-4"/>
          <w:sz w:val="27"/>
          <w:szCs w:val="27"/>
        </w:rPr>
        <w:t xml:space="preserve">_Kế hoạch (Thực hiện nhiệm vụ thu, chi NSNN năm </w:t>
      </w:r>
      <w:r w:rsidR="0072273F" w:rsidRPr="00A54230">
        <w:rPr>
          <w:color w:val="000000" w:themeColor="text1"/>
          <w:spacing w:val="-4"/>
          <w:sz w:val="27"/>
          <w:szCs w:val="27"/>
        </w:rPr>
        <w:t>2023</w:t>
      </w:r>
      <w:r w:rsidRPr="00A54230">
        <w:rPr>
          <w:color w:val="000000" w:themeColor="text1"/>
          <w:spacing w:val="-4"/>
          <w:sz w:val="27"/>
          <w:szCs w:val="27"/>
        </w:rPr>
        <w:t xml:space="preserve"> và kế hoạch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17</w:t>
      </w:r>
      <w:r w:rsidRPr="00A54230">
        <w:rPr>
          <w:color w:val="000000" w:themeColor="text1"/>
          <w:spacing w:val="-4"/>
          <w:sz w:val="27"/>
          <w:szCs w:val="27"/>
        </w:rPr>
        <w:t xml:space="preserve">_Kế hoạch (Dự toán thu, chi đơn vị sự nghiệp lĩnh vực KHCN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A008EE" w:rsidRPr="00A54230" w:rsidRDefault="00A008EE"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18_</w:t>
      </w:r>
      <w:r w:rsidR="00A70205" w:rsidRPr="00A54230">
        <w:rPr>
          <w:color w:val="000000" w:themeColor="text1"/>
          <w:spacing w:val="-4"/>
          <w:sz w:val="27"/>
          <w:szCs w:val="27"/>
        </w:rPr>
        <w:t>Kế hoạch (Ngân sách Nhà nước hỗ trợ chi thường xuyên năm 2024)</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1</w:t>
      </w:r>
      <w:r w:rsidR="00A008EE" w:rsidRPr="00A54230">
        <w:rPr>
          <w:color w:val="000000" w:themeColor="text1"/>
          <w:spacing w:val="-4"/>
          <w:sz w:val="27"/>
          <w:szCs w:val="27"/>
        </w:rPr>
        <w:t>9</w:t>
      </w:r>
      <w:r w:rsidRPr="00A54230">
        <w:rPr>
          <w:color w:val="000000" w:themeColor="text1"/>
          <w:spacing w:val="-4"/>
          <w:sz w:val="27"/>
          <w:szCs w:val="27"/>
        </w:rPr>
        <w:t xml:space="preserve">_Kế hoạch (Dự toán thu, chi đơn vị sự nghiệp lĩnh vực giáo dục đào tạo năm </w:t>
      </w:r>
      <w:r w:rsidR="0072273F" w:rsidRPr="00A54230">
        <w:rPr>
          <w:color w:val="000000" w:themeColor="text1"/>
          <w:spacing w:val="-4"/>
          <w:sz w:val="27"/>
          <w:szCs w:val="27"/>
        </w:rPr>
        <w:t>2024</w:t>
      </w:r>
      <w:r w:rsidRPr="00A54230">
        <w:rPr>
          <w:color w:val="000000" w:themeColor="text1"/>
          <w:spacing w:val="-4"/>
          <w:sz w:val="27"/>
          <w:szCs w:val="27"/>
        </w:rPr>
        <w:t>) - Biểu áp dụng riêng cho Đại h</w:t>
      </w:r>
      <w:r w:rsidR="0097132C">
        <w:rPr>
          <w:color w:val="000000" w:themeColor="text1"/>
          <w:spacing w:val="-4"/>
          <w:sz w:val="27"/>
          <w:szCs w:val="27"/>
        </w:rPr>
        <w:t>ọc KHCN Hà Nội và Học Viện KHCN;</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A008EE" w:rsidRPr="00A54230">
        <w:rPr>
          <w:color w:val="000000" w:themeColor="text1"/>
          <w:spacing w:val="-4"/>
          <w:sz w:val="27"/>
          <w:szCs w:val="27"/>
        </w:rPr>
        <w:t>20</w:t>
      </w:r>
      <w:r w:rsidRPr="00A54230">
        <w:rPr>
          <w:color w:val="000000" w:themeColor="text1"/>
          <w:spacing w:val="-4"/>
          <w:sz w:val="27"/>
          <w:szCs w:val="27"/>
        </w:rPr>
        <w:t xml:space="preserve">_Kế hoạch (Cơ sở tính chi sự nghiệp giáo dục đào tạo và dạy nghề năm </w:t>
      </w:r>
      <w:r w:rsidR="0072273F" w:rsidRPr="00A54230">
        <w:rPr>
          <w:color w:val="000000" w:themeColor="text1"/>
          <w:spacing w:val="-4"/>
          <w:sz w:val="27"/>
          <w:szCs w:val="27"/>
        </w:rPr>
        <w:t>2024</w:t>
      </w:r>
      <w:r w:rsidRPr="00A54230">
        <w:rPr>
          <w:color w:val="000000" w:themeColor="text1"/>
          <w:spacing w:val="-4"/>
          <w:sz w:val="27"/>
          <w:szCs w:val="27"/>
        </w:rPr>
        <w:t>) - Biểu áp dụng riêng cho Đại h</w:t>
      </w:r>
      <w:r w:rsidR="0097132C">
        <w:rPr>
          <w:color w:val="000000" w:themeColor="text1"/>
          <w:spacing w:val="-4"/>
          <w:sz w:val="27"/>
          <w:szCs w:val="27"/>
        </w:rPr>
        <w:t>ọc KHCN Hà Nội và Học Viện KHCN;</w:t>
      </w:r>
    </w:p>
    <w:p w:rsidR="00E66504" w:rsidRPr="00A54230" w:rsidRDefault="00B46F18" w:rsidP="00E66504">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2</w:t>
      </w:r>
      <w:r w:rsidR="00A008EE" w:rsidRPr="00A54230">
        <w:rPr>
          <w:color w:val="000000" w:themeColor="text1"/>
          <w:spacing w:val="-4"/>
          <w:sz w:val="27"/>
          <w:szCs w:val="27"/>
        </w:rPr>
        <w:t>1</w:t>
      </w:r>
      <w:r w:rsidRPr="00A54230">
        <w:rPr>
          <w:color w:val="000000" w:themeColor="text1"/>
          <w:spacing w:val="-4"/>
          <w:sz w:val="27"/>
          <w:szCs w:val="27"/>
        </w:rPr>
        <w:t xml:space="preserve">_Kế hoạch </w:t>
      </w:r>
      <w:r w:rsidR="00E66504" w:rsidRPr="00A54230">
        <w:rPr>
          <w:color w:val="000000" w:themeColor="text1"/>
          <w:spacing w:val="-4"/>
          <w:sz w:val="27"/>
          <w:szCs w:val="27"/>
        </w:rPr>
        <w:t>vốn viện trợ nước ngoài</w:t>
      </w:r>
      <w:r w:rsidR="0097132C">
        <w:rPr>
          <w:color w:val="000000" w:themeColor="text1"/>
          <w:spacing w:val="-4"/>
          <w:sz w:val="27"/>
          <w:szCs w:val="27"/>
        </w:rPr>
        <w:t>;</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2</w:t>
      </w:r>
      <w:r w:rsidR="00A008EE" w:rsidRPr="00A54230">
        <w:rPr>
          <w:color w:val="000000" w:themeColor="text1"/>
          <w:spacing w:val="-4"/>
          <w:sz w:val="27"/>
          <w:szCs w:val="27"/>
        </w:rPr>
        <w:t>2</w:t>
      </w:r>
      <w:r w:rsidRPr="00A54230">
        <w:rPr>
          <w:color w:val="000000" w:themeColor="text1"/>
          <w:spacing w:val="-4"/>
          <w:sz w:val="27"/>
          <w:szCs w:val="27"/>
        </w:rPr>
        <w:t xml:space="preserve">_Kế hoạch (Tổng hợp dự toán thu, chi từ nguồn vốn vay nợ nước ngoài và vốn đối ứng năm </w:t>
      </w:r>
      <w:r w:rsidR="0072273F" w:rsidRPr="00A54230">
        <w:rPr>
          <w:color w:val="000000" w:themeColor="text1"/>
          <w:spacing w:val="-4"/>
          <w:sz w:val="27"/>
          <w:szCs w:val="27"/>
        </w:rPr>
        <w:t>2024</w:t>
      </w:r>
      <w:r w:rsidRPr="00A54230">
        <w:rPr>
          <w:color w:val="000000" w:themeColor="text1"/>
          <w:spacing w:val="-4"/>
          <w:sz w:val="27"/>
          <w:szCs w:val="27"/>
        </w:rPr>
        <w:t>) - Biểu áp dụng riêng cho Đại học KHCN Hà Nội, Ban Quản lý PMU và một số đơn vị li</w:t>
      </w:r>
      <w:r w:rsidR="0097132C">
        <w:rPr>
          <w:color w:val="000000" w:themeColor="text1"/>
          <w:spacing w:val="-4"/>
          <w:sz w:val="27"/>
          <w:szCs w:val="27"/>
        </w:rPr>
        <w:t>ên quan;</w:t>
      </w:r>
    </w:p>
    <w:p w:rsidR="00B46F18" w:rsidRPr="00A54230" w:rsidRDefault="00B46F18"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2</w:t>
      </w:r>
      <w:r w:rsidR="00A008EE" w:rsidRPr="00A54230">
        <w:rPr>
          <w:color w:val="000000" w:themeColor="text1"/>
          <w:spacing w:val="-4"/>
          <w:sz w:val="27"/>
          <w:szCs w:val="27"/>
        </w:rPr>
        <w:t>3</w:t>
      </w:r>
      <w:r w:rsidRPr="00A54230">
        <w:rPr>
          <w:color w:val="000000" w:themeColor="text1"/>
          <w:spacing w:val="-4"/>
          <w:sz w:val="27"/>
          <w:szCs w:val="27"/>
        </w:rPr>
        <w:t>_Kế hoạch (Báo cáo lao động, tiền lương, nguồn kin</w:t>
      </w:r>
      <w:r w:rsidR="00536251" w:rsidRPr="00A54230">
        <w:rPr>
          <w:color w:val="000000" w:themeColor="text1"/>
          <w:spacing w:val="-4"/>
          <w:sz w:val="27"/>
          <w:szCs w:val="27"/>
        </w:rPr>
        <w:t xml:space="preserve">h phí đảm bảo của đơn vị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p>
    <w:p w:rsidR="00C117AA" w:rsidRPr="00A54230" w:rsidRDefault="00C117AA"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 xml:space="preserve">Biểu </w:t>
      </w:r>
      <w:r w:rsidR="00602229" w:rsidRPr="00A54230">
        <w:rPr>
          <w:color w:val="000000" w:themeColor="text1"/>
          <w:spacing w:val="-4"/>
          <w:sz w:val="27"/>
          <w:szCs w:val="27"/>
        </w:rPr>
        <w:t>2</w:t>
      </w:r>
      <w:r w:rsidR="00A008EE" w:rsidRPr="00A54230">
        <w:rPr>
          <w:color w:val="000000" w:themeColor="text1"/>
          <w:spacing w:val="-4"/>
          <w:sz w:val="27"/>
          <w:szCs w:val="27"/>
        </w:rPr>
        <w:t>4</w:t>
      </w:r>
      <w:r w:rsidRPr="00A54230">
        <w:rPr>
          <w:color w:val="000000" w:themeColor="text1"/>
          <w:spacing w:val="-4"/>
          <w:sz w:val="27"/>
          <w:szCs w:val="27"/>
        </w:rPr>
        <w:t xml:space="preserve">_Kế hoạch (Tổng hợp kinh phí tinh giản biên chế năm </w:t>
      </w:r>
      <w:r w:rsidR="0072273F" w:rsidRPr="00A54230">
        <w:rPr>
          <w:color w:val="000000" w:themeColor="text1"/>
          <w:spacing w:val="-4"/>
          <w:sz w:val="27"/>
          <w:szCs w:val="27"/>
        </w:rPr>
        <w:t>2024</w:t>
      </w:r>
      <w:r w:rsidR="0097132C">
        <w:rPr>
          <w:color w:val="000000" w:themeColor="text1"/>
          <w:spacing w:val="-4"/>
          <w:sz w:val="27"/>
          <w:szCs w:val="27"/>
        </w:rPr>
        <w:t>);</w:t>
      </w:r>
    </w:p>
    <w:p w:rsidR="00F820CC" w:rsidRPr="00A54230" w:rsidRDefault="00F820CC" w:rsidP="00B46F18">
      <w:pPr>
        <w:spacing w:before="60" w:after="60" w:line="312" w:lineRule="auto"/>
        <w:ind w:firstLine="720"/>
        <w:jc w:val="both"/>
        <w:rPr>
          <w:color w:val="000000" w:themeColor="text1"/>
          <w:spacing w:val="-4"/>
          <w:sz w:val="27"/>
          <w:szCs w:val="27"/>
        </w:rPr>
      </w:pPr>
      <w:r w:rsidRPr="00A54230">
        <w:rPr>
          <w:color w:val="000000" w:themeColor="text1"/>
          <w:spacing w:val="-4"/>
          <w:sz w:val="27"/>
          <w:szCs w:val="27"/>
        </w:rPr>
        <w:t>Biểu 2</w:t>
      </w:r>
      <w:r w:rsidR="00A008EE" w:rsidRPr="00A54230">
        <w:rPr>
          <w:color w:val="000000" w:themeColor="text1"/>
          <w:spacing w:val="-4"/>
          <w:sz w:val="27"/>
          <w:szCs w:val="27"/>
        </w:rPr>
        <w:t>5</w:t>
      </w:r>
      <w:r w:rsidRPr="00A54230">
        <w:rPr>
          <w:color w:val="000000" w:themeColor="text1"/>
          <w:spacing w:val="-4"/>
          <w:sz w:val="27"/>
          <w:szCs w:val="27"/>
        </w:rPr>
        <w:t xml:space="preserve">_Kế hoạch (Danh sách Nghiên cứu viên cao cấp đủ điều kiện hỗ trợ năm </w:t>
      </w:r>
      <w:r w:rsidR="0072273F" w:rsidRPr="00A54230">
        <w:rPr>
          <w:color w:val="000000" w:themeColor="text1"/>
          <w:spacing w:val="-4"/>
          <w:sz w:val="27"/>
          <w:szCs w:val="27"/>
        </w:rPr>
        <w:t>2024</w:t>
      </w:r>
      <w:r w:rsidRPr="00A54230">
        <w:rPr>
          <w:color w:val="000000" w:themeColor="text1"/>
          <w:spacing w:val="-4"/>
          <w:sz w:val="27"/>
          <w:szCs w:val="27"/>
        </w:rPr>
        <w:t>)</w:t>
      </w:r>
      <w:r w:rsidR="0097132C">
        <w:rPr>
          <w:color w:val="000000" w:themeColor="text1"/>
          <w:spacing w:val="-4"/>
          <w:sz w:val="27"/>
          <w:szCs w:val="27"/>
        </w:rPr>
        <w:t>.</w:t>
      </w:r>
      <w:bookmarkStart w:id="0" w:name="_GoBack"/>
      <w:bookmarkEnd w:id="0"/>
    </w:p>
    <w:p w:rsidR="0060527A" w:rsidRPr="00A54230" w:rsidRDefault="0060527A" w:rsidP="00B46F18">
      <w:pPr>
        <w:spacing w:before="60" w:after="60" w:line="312" w:lineRule="auto"/>
        <w:ind w:firstLine="720"/>
        <w:jc w:val="both"/>
        <w:rPr>
          <w:b/>
          <w:color w:val="000000" w:themeColor="text1"/>
          <w:sz w:val="27"/>
          <w:szCs w:val="27"/>
        </w:rPr>
      </w:pPr>
      <w:r w:rsidRPr="00A54230">
        <w:rPr>
          <w:b/>
          <w:color w:val="000000" w:themeColor="text1"/>
          <w:sz w:val="27"/>
          <w:szCs w:val="27"/>
        </w:rPr>
        <w:t>Thời hạn gửi báo cáo</w:t>
      </w:r>
      <w:r w:rsidR="004B56F9" w:rsidRPr="00A54230">
        <w:rPr>
          <w:b/>
          <w:color w:val="000000" w:themeColor="text1"/>
          <w:sz w:val="27"/>
          <w:szCs w:val="27"/>
        </w:rPr>
        <w:t xml:space="preserve"> </w:t>
      </w:r>
      <w:r w:rsidR="00FB41D3" w:rsidRPr="00A54230">
        <w:rPr>
          <w:b/>
          <w:color w:val="000000" w:themeColor="text1"/>
          <w:sz w:val="27"/>
          <w:szCs w:val="27"/>
        </w:rPr>
        <w:t xml:space="preserve">trước </w:t>
      </w:r>
      <w:r w:rsidRPr="00A54230">
        <w:rPr>
          <w:b/>
          <w:color w:val="000000" w:themeColor="text1"/>
          <w:sz w:val="27"/>
          <w:szCs w:val="27"/>
        </w:rPr>
        <w:t xml:space="preserve">ngày </w:t>
      </w:r>
      <w:r w:rsidR="00602229" w:rsidRPr="00A54230">
        <w:rPr>
          <w:b/>
          <w:color w:val="000000" w:themeColor="text1"/>
          <w:sz w:val="27"/>
          <w:szCs w:val="27"/>
        </w:rPr>
        <w:t>1</w:t>
      </w:r>
      <w:r w:rsidR="00245BFD" w:rsidRPr="00A54230">
        <w:rPr>
          <w:b/>
          <w:color w:val="000000" w:themeColor="text1"/>
          <w:sz w:val="27"/>
          <w:szCs w:val="27"/>
        </w:rPr>
        <w:t>6</w:t>
      </w:r>
      <w:r w:rsidR="008A43A4" w:rsidRPr="00A54230">
        <w:rPr>
          <w:b/>
          <w:color w:val="000000" w:themeColor="text1"/>
          <w:sz w:val="27"/>
          <w:szCs w:val="27"/>
        </w:rPr>
        <w:t>/</w:t>
      </w:r>
      <w:r w:rsidR="00315B2E" w:rsidRPr="00A54230">
        <w:rPr>
          <w:b/>
          <w:color w:val="000000" w:themeColor="text1"/>
          <w:sz w:val="27"/>
          <w:szCs w:val="27"/>
        </w:rPr>
        <w:t>5</w:t>
      </w:r>
      <w:r w:rsidRPr="00A54230">
        <w:rPr>
          <w:b/>
          <w:color w:val="000000" w:themeColor="text1"/>
          <w:sz w:val="27"/>
          <w:szCs w:val="27"/>
        </w:rPr>
        <w:t>/</w:t>
      </w:r>
      <w:r w:rsidR="0072273F" w:rsidRPr="00A54230">
        <w:rPr>
          <w:b/>
          <w:color w:val="000000" w:themeColor="text1"/>
          <w:sz w:val="27"/>
          <w:szCs w:val="27"/>
        </w:rPr>
        <w:t>2023</w:t>
      </w:r>
      <w:r w:rsidRPr="00A54230">
        <w:rPr>
          <w:b/>
          <w:color w:val="000000" w:themeColor="text1"/>
          <w:sz w:val="27"/>
          <w:szCs w:val="27"/>
        </w:rPr>
        <w:t>.</w:t>
      </w:r>
    </w:p>
    <w:p w:rsidR="0060527A" w:rsidRPr="00A54230" w:rsidRDefault="0060527A" w:rsidP="00B46F18">
      <w:pPr>
        <w:spacing w:before="60" w:after="60" w:line="312" w:lineRule="auto"/>
        <w:ind w:firstLine="720"/>
        <w:jc w:val="both"/>
        <w:rPr>
          <w:color w:val="000000" w:themeColor="text1"/>
          <w:sz w:val="27"/>
          <w:szCs w:val="27"/>
        </w:rPr>
      </w:pPr>
      <w:r w:rsidRPr="00A54230">
        <w:rPr>
          <w:color w:val="000000" w:themeColor="text1"/>
          <w:sz w:val="27"/>
          <w:szCs w:val="27"/>
        </w:rPr>
        <w:t>Báo cáo đủ</w:t>
      </w:r>
      <w:r w:rsidR="00097C2B" w:rsidRPr="00A54230">
        <w:rPr>
          <w:color w:val="000000" w:themeColor="text1"/>
          <w:sz w:val="27"/>
          <w:szCs w:val="27"/>
        </w:rPr>
        <w:t xml:space="preserve"> </w:t>
      </w:r>
      <w:r w:rsidR="00097C2B" w:rsidRPr="00A54230">
        <w:rPr>
          <w:color w:val="000000" w:themeColor="text1"/>
          <w:sz w:val="27"/>
          <w:szCs w:val="27"/>
          <w:highlight w:val="yellow"/>
        </w:rPr>
        <w:t>3</w:t>
      </w:r>
      <w:r w:rsidRPr="00A54230">
        <w:rPr>
          <w:color w:val="000000" w:themeColor="text1"/>
          <w:sz w:val="27"/>
          <w:szCs w:val="27"/>
        </w:rPr>
        <w:t xml:space="preserve"> phần theo hướng dẫn gửi về Viện </w:t>
      </w:r>
      <w:r w:rsidR="002E11A4" w:rsidRPr="00A54230">
        <w:rPr>
          <w:color w:val="000000" w:themeColor="text1"/>
          <w:sz w:val="27"/>
          <w:szCs w:val="27"/>
        </w:rPr>
        <w:t xml:space="preserve">Hàn lâm </w:t>
      </w:r>
      <w:r w:rsidR="004F77C0" w:rsidRPr="00A54230">
        <w:rPr>
          <w:color w:val="000000" w:themeColor="text1"/>
          <w:sz w:val="27"/>
          <w:szCs w:val="27"/>
        </w:rPr>
        <w:t>KHCNVN (</w:t>
      </w:r>
      <w:r w:rsidR="008F226A" w:rsidRPr="00A54230">
        <w:rPr>
          <w:color w:val="000000" w:themeColor="text1"/>
          <w:sz w:val="27"/>
          <w:szCs w:val="27"/>
        </w:rPr>
        <w:t xml:space="preserve">file </w:t>
      </w:r>
      <w:r w:rsidR="00F6375D" w:rsidRPr="00A54230">
        <w:rPr>
          <w:color w:val="000000" w:themeColor="text1"/>
          <w:sz w:val="27"/>
          <w:szCs w:val="27"/>
        </w:rPr>
        <w:t xml:space="preserve">báo cáo </w:t>
      </w:r>
      <w:r w:rsidR="008F226A" w:rsidRPr="00A54230">
        <w:rPr>
          <w:color w:val="000000" w:themeColor="text1"/>
          <w:sz w:val="27"/>
          <w:szCs w:val="27"/>
        </w:rPr>
        <w:t>gửi qua e</w:t>
      </w:r>
      <w:r w:rsidRPr="00A54230">
        <w:rPr>
          <w:color w:val="000000" w:themeColor="text1"/>
          <w:sz w:val="27"/>
          <w:szCs w:val="27"/>
        </w:rPr>
        <w:t>mail: khtc@vast.vn).</w:t>
      </w:r>
    </w:p>
    <w:p w:rsidR="00DA6764" w:rsidRPr="00A54230" w:rsidRDefault="0060527A" w:rsidP="00B46F18">
      <w:pPr>
        <w:spacing w:before="60" w:after="60" w:line="312" w:lineRule="auto"/>
        <w:ind w:firstLine="720"/>
        <w:jc w:val="both"/>
        <w:rPr>
          <w:color w:val="000000" w:themeColor="text1"/>
          <w:sz w:val="27"/>
          <w:szCs w:val="27"/>
        </w:rPr>
      </w:pPr>
      <w:r w:rsidRPr="00A54230">
        <w:rPr>
          <w:color w:val="000000" w:themeColor="text1"/>
          <w:sz w:val="27"/>
          <w:szCs w:val="27"/>
        </w:rPr>
        <w:t xml:space="preserve">Đề nghị thủ trưởng các đơn vị quan tâm và chỉ đạo đơn vị mình hoàn thành báo cáo </w:t>
      </w:r>
      <w:r w:rsidR="000E5062" w:rsidRPr="00A54230">
        <w:rPr>
          <w:color w:val="000000" w:themeColor="text1"/>
          <w:sz w:val="27"/>
          <w:szCs w:val="27"/>
        </w:rPr>
        <w:t>đúng mẫu biểu và đúng thời gian quy định</w:t>
      </w:r>
      <w:r w:rsidR="00300863" w:rsidRPr="00A54230">
        <w:rPr>
          <w:color w:val="000000" w:themeColor="text1"/>
          <w:sz w:val="27"/>
          <w:szCs w:val="27"/>
        </w:rPr>
        <w:t>.</w:t>
      </w:r>
    </w:p>
    <w:p w:rsidR="00E70C29" w:rsidRPr="00A54230" w:rsidRDefault="00E70C29" w:rsidP="00B46F18">
      <w:pPr>
        <w:spacing w:before="60" w:after="60" w:line="312" w:lineRule="auto"/>
        <w:ind w:firstLine="720"/>
        <w:jc w:val="both"/>
        <w:rPr>
          <w:color w:val="000000" w:themeColor="text1"/>
          <w:sz w:val="27"/>
          <w:szCs w:val="27"/>
        </w:rPr>
      </w:pPr>
      <w:r w:rsidRPr="00A54230">
        <w:rPr>
          <w:color w:val="000000" w:themeColor="text1"/>
          <w:sz w:val="27"/>
          <w:szCs w:val="27"/>
        </w:rPr>
        <w:t>Trân trọng ./.</w:t>
      </w:r>
    </w:p>
    <w:sectPr w:rsidR="00E70C29" w:rsidRPr="00A54230" w:rsidSect="00013582">
      <w:headerReference w:type="even" r:id="rId7"/>
      <w:headerReference w:type="default" r:id="rId8"/>
      <w:footerReference w:type="even" r:id="rId9"/>
      <w:footerReference w:type="default" r:id="rId10"/>
      <w:footerReference w:type="first" r:id="rId11"/>
      <w:pgSz w:w="11906" w:h="16838" w:code="9"/>
      <w:pgMar w:top="1134" w:right="1077" w:bottom="1134" w:left="1644"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A80" w:rsidRDefault="00FB7A80">
      <w:r>
        <w:separator/>
      </w:r>
    </w:p>
  </w:endnote>
  <w:endnote w:type="continuationSeparator" w:id="0">
    <w:p w:rsidR="00FB7A80" w:rsidRDefault="00FB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08A" w:rsidRDefault="00062719" w:rsidP="005828AE">
    <w:pPr>
      <w:pStyle w:val="Footer"/>
      <w:framePr w:wrap="around" w:vAnchor="text" w:hAnchor="margin" w:xAlign="right" w:y="1"/>
      <w:rPr>
        <w:rStyle w:val="PageNumber"/>
      </w:rPr>
    </w:pPr>
    <w:r>
      <w:rPr>
        <w:rStyle w:val="PageNumber"/>
      </w:rPr>
      <w:fldChar w:fldCharType="begin"/>
    </w:r>
    <w:r w:rsidR="00C9608A">
      <w:rPr>
        <w:rStyle w:val="PageNumber"/>
      </w:rPr>
      <w:instrText xml:space="preserve">PAGE  </w:instrText>
    </w:r>
    <w:r>
      <w:rPr>
        <w:rStyle w:val="PageNumber"/>
      </w:rPr>
      <w:fldChar w:fldCharType="end"/>
    </w:r>
  </w:p>
  <w:p w:rsidR="00C9608A" w:rsidRDefault="00C9608A" w:rsidP="005828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08A" w:rsidRDefault="00C9608A" w:rsidP="005828A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BD0" w:rsidRDefault="00B07BD0">
    <w:pPr>
      <w:pStyle w:val="Footer"/>
      <w:jc w:val="right"/>
    </w:pPr>
  </w:p>
  <w:p w:rsidR="003059A6" w:rsidRDefault="003059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A80" w:rsidRDefault="00FB7A80">
      <w:r>
        <w:separator/>
      </w:r>
    </w:p>
  </w:footnote>
  <w:footnote w:type="continuationSeparator" w:id="0">
    <w:p w:rsidR="00FB7A80" w:rsidRDefault="00FB7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08A" w:rsidRDefault="00062719" w:rsidP="008701BA">
    <w:pPr>
      <w:pStyle w:val="Header"/>
      <w:framePr w:wrap="around" w:vAnchor="text" w:hAnchor="margin" w:xAlign="center" w:y="1"/>
      <w:rPr>
        <w:rStyle w:val="PageNumber"/>
      </w:rPr>
    </w:pPr>
    <w:r>
      <w:rPr>
        <w:rStyle w:val="PageNumber"/>
      </w:rPr>
      <w:fldChar w:fldCharType="begin"/>
    </w:r>
    <w:r w:rsidR="00C9608A">
      <w:rPr>
        <w:rStyle w:val="PageNumber"/>
      </w:rPr>
      <w:instrText xml:space="preserve">PAGE  </w:instrText>
    </w:r>
    <w:r>
      <w:rPr>
        <w:rStyle w:val="PageNumber"/>
      </w:rPr>
      <w:fldChar w:fldCharType="end"/>
    </w:r>
  </w:p>
  <w:p w:rsidR="00C9608A" w:rsidRDefault="00C960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47266"/>
      <w:docPartObj>
        <w:docPartGallery w:val="Page Numbers (Top of Page)"/>
        <w:docPartUnique/>
      </w:docPartObj>
    </w:sdtPr>
    <w:sdtEndPr>
      <w:rPr>
        <w:noProof/>
      </w:rPr>
    </w:sdtEndPr>
    <w:sdtContent>
      <w:p w:rsidR="000F6514" w:rsidRDefault="000F6514">
        <w:pPr>
          <w:pStyle w:val="Header"/>
          <w:jc w:val="center"/>
        </w:pPr>
        <w:r>
          <w:fldChar w:fldCharType="begin"/>
        </w:r>
        <w:r>
          <w:instrText xml:space="preserve"> PAGE   \* MERGEFORMAT </w:instrText>
        </w:r>
        <w:r>
          <w:fldChar w:fldCharType="separate"/>
        </w:r>
        <w:r w:rsidR="0097132C">
          <w:rPr>
            <w:noProof/>
          </w:rPr>
          <w:t>4</w:t>
        </w:r>
        <w:r>
          <w:rPr>
            <w:noProof/>
          </w:rPr>
          <w:fldChar w:fldCharType="end"/>
        </w:r>
      </w:p>
    </w:sdtContent>
  </w:sdt>
  <w:p w:rsidR="000F6514" w:rsidRDefault="000F65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71BA"/>
    <w:multiLevelType w:val="hybridMultilevel"/>
    <w:tmpl w:val="9A287740"/>
    <w:lvl w:ilvl="0" w:tplc="E6BC7BA6">
      <w:start w:val="1"/>
      <w:numFmt w:val="decimal"/>
      <w:lvlText w:val="%1."/>
      <w:lvlJc w:val="left"/>
      <w:pPr>
        <w:tabs>
          <w:tab w:val="num" w:pos="1080"/>
        </w:tabs>
        <w:ind w:left="1080" w:hanging="9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1967A47"/>
    <w:multiLevelType w:val="multilevel"/>
    <w:tmpl w:val="98127EEC"/>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6FE645B"/>
    <w:multiLevelType w:val="hybridMultilevel"/>
    <w:tmpl w:val="F7AC18D4"/>
    <w:lvl w:ilvl="0" w:tplc="BC3E1306">
      <w:start w:val="1"/>
      <w:numFmt w:val="decimal"/>
      <w:lvlText w:val="%1."/>
      <w:lvlJc w:val="left"/>
      <w:pPr>
        <w:tabs>
          <w:tab w:val="num" w:pos="1752"/>
        </w:tabs>
        <w:ind w:left="1752" w:hanging="1032"/>
      </w:pPr>
      <w:rPr>
        <w:rFonts w:ascii="Times New Roman" w:eastAsia="Times New Roman" w:hAnsi="Times New Roman" w:cs="Times New Roman"/>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0C51685"/>
    <w:multiLevelType w:val="hybridMultilevel"/>
    <w:tmpl w:val="DBDAB812"/>
    <w:lvl w:ilvl="0" w:tplc="D11A8A30">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90AF8"/>
    <w:multiLevelType w:val="hybridMultilevel"/>
    <w:tmpl w:val="EEE2F2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DB1E7C"/>
    <w:multiLevelType w:val="hybridMultilevel"/>
    <w:tmpl w:val="B942A724"/>
    <w:lvl w:ilvl="0" w:tplc="A684C978">
      <w:numFmt w:val="bullet"/>
      <w:lvlText w:val="-"/>
      <w:lvlJc w:val="left"/>
      <w:pPr>
        <w:ind w:left="1575" w:hanging="855"/>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773E26"/>
    <w:multiLevelType w:val="hybridMultilevel"/>
    <w:tmpl w:val="E2849FB6"/>
    <w:lvl w:ilvl="0" w:tplc="E2C897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4E803C1"/>
    <w:multiLevelType w:val="multilevel"/>
    <w:tmpl w:val="69A2F8F8"/>
    <w:lvl w:ilvl="0">
      <w:start w:val="2"/>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2BA8091D"/>
    <w:multiLevelType w:val="hybridMultilevel"/>
    <w:tmpl w:val="2B2C7D42"/>
    <w:lvl w:ilvl="0" w:tplc="35C08D8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320698"/>
    <w:multiLevelType w:val="hybridMultilevel"/>
    <w:tmpl w:val="5EB494E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E54850"/>
    <w:multiLevelType w:val="hybridMultilevel"/>
    <w:tmpl w:val="114E45F4"/>
    <w:lvl w:ilvl="0" w:tplc="8D4AE0C8">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5B743CD"/>
    <w:multiLevelType w:val="hybridMultilevel"/>
    <w:tmpl w:val="15A495FE"/>
    <w:lvl w:ilvl="0" w:tplc="939EC174">
      <w:start w:val="2"/>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FA11480"/>
    <w:multiLevelType w:val="hybridMultilevel"/>
    <w:tmpl w:val="E6D2BD74"/>
    <w:lvl w:ilvl="0" w:tplc="AAB69B3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8353EFC"/>
    <w:multiLevelType w:val="hybridMultilevel"/>
    <w:tmpl w:val="DBCE202A"/>
    <w:lvl w:ilvl="0" w:tplc="D11A8A3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4504EA"/>
    <w:multiLevelType w:val="hybridMultilevel"/>
    <w:tmpl w:val="FB9C1B82"/>
    <w:lvl w:ilvl="0" w:tplc="BD7A9D88">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630535"/>
    <w:multiLevelType w:val="hybridMultilevel"/>
    <w:tmpl w:val="EE6C5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D4600E"/>
    <w:multiLevelType w:val="hybridMultilevel"/>
    <w:tmpl w:val="842E509C"/>
    <w:lvl w:ilvl="0" w:tplc="D16CDC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F0580F"/>
    <w:multiLevelType w:val="hybridMultilevel"/>
    <w:tmpl w:val="EB8888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EAF3180"/>
    <w:multiLevelType w:val="hybridMultilevel"/>
    <w:tmpl w:val="CD526798"/>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EE96849"/>
    <w:multiLevelType w:val="multilevel"/>
    <w:tmpl w:val="A7448B9E"/>
    <w:lvl w:ilvl="0">
      <w:start w:val="2"/>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nsid w:val="637B3877"/>
    <w:multiLevelType w:val="hybridMultilevel"/>
    <w:tmpl w:val="12188504"/>
    <w:lvl w:ilvl="0" w:tplc="1902ABF2">
      <w:start w:val="2"/>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9A57274"/>
    <w:multiLevelType w:val="hybridMultilevel"/>
    <w:tmpl w:val="3418CCEC"/>
    <w:lvl w:ilvl="0" w:tplc="13061CB0">
      <w:start w:val="1"/>
      <w:numFmt w:val="decimal"/>
      <w:lvlText w:val="%1."/>
      <w:lvlJc w:val="left"/>
      <w:pPr>
        <w:tabs>
          <w:tab w:val="num" w:pos="720"/>
        </w:tabs>
        <w:ind w:left="720" w:hanging="6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5B54A3"/>
    <w:multiLevelType w:val="hybridMultilevel"/>
    <w:tmpl w:val="9476FA1C"/>
    <w:lvl w:ilvl="0" w:tplc="243EA7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DA90DB4"/>
    <w:multiLevelType w:val="multilevel"/>
    <w:tmpl w:val="DCC8755C"/>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7F1B091A"/>
    <w:multiLevelType w:val="multilevel"/>
    <w:tmpl w:val="A678FA1A"/>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21"/>
  </w:num>
  <w:num w:numId="3">
    <w:abstractNumId w:val="2"/>
  </w:num>
  <w:num w:numId="4">
    <w:abstractNumId w:val="20"/>
  </w:num>
  <w:num w:numId="5">
    <w:abstractNumId w:val="11"/>
  </w:num>
  <w:num w:numId="6">
    <w:abstractNumId w:val="18"/>
  </w:num>
  <w:num w:numId="7">
    <w:abstractNumId w:val="14"/>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 w:numId="12">
    <w:abstractNumId w:val="17"/>
  </w:num>
  <w:num w:numId="13">
    <w:abstractNumId w:val="5"/>
  </w:num>
  <w:num w:numId="14">
    <w:abstractNumId w:val="15"/>
  </w:num>
  <w:num w:numId="15">
    <w:abstractNumId w:val="8"/>
  </w:num>
  <w:num w:numId="16">
    <w:abstractNumId w:val="9"/>
  </w:num>
  <w:num w:numId="17">
    <w:abstractNumId w:val="16"/>
  </w:num>
  <w:num w:numId="18">
    <w:abstractNumId w:val="1"/>
  </w:num>
  <w:num w:numId="19">
    <w:abstractNumId w:val="12"/>
  </w:num>
  <w:num w:numId="20">
    <w:abstractNumId w:val="19"/>
  </w:num>
  <w:num w:numId="21">
    <w:abstractNumId w:val="22"/>
  </w:num>
  <w:num w:numId="22">
    <w:abstractNumId w:val="3"/>
  </w:num>
  <w:num w:numId="23">
    <w:abstractNumId w:val="6"/>
  </w:num>
  <w:num w:numId="24">
    <w:abstractNumId w:val="7"/>
  </w:num>
  <w:num w:numId="25">
    <w:abstractNumId w:val="2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27"/>
    <w:rsid w:val="0000110B"/>
    <w:rsid w:val="000070AB"/>
    <w:rsid w:val="00013582"/>
    <w:rsid w:val="00020DCA"/>
    <w:rsid w:val="000226F4"/>
    <w:rsid w:val="0002710E"/>
    <w:rsid w:val="0003243C"/>
    <w:rsid w:val="0003284F"/>
    <w:rsid w:val="00032DA8"/>
    <w:rsid w:val="00034395"/>
    <w:rsid w:val="00034579"/>
    <w:rsid w:val="00044484"/>
    <w:rsid w:val="0004727D"/>
    <w:rsid w:val="000539E3"/>
    <w:rsid w:val="0005576D"/>
    <w:rsid w:val="00055DB0"/>
    <w:rsid w:val="00060EBB"/>
    <w:rsid w:val="00062719"/>
    <w:rsid w:val="00065FD3"/>
    <w:rsid w:val="0006602B"/>
    <w:rsid w:val="00070E15"/>
    <w:rsid w:val="00085EF8"/>
    <w:rsid w:val="0009453B"/>
    <w:rsid w:val="00096358"/>
    <w:rsid w:val="00096E8E"/>
    <w:rsid w:val="00097C2B"/>
    <w:rsid w:val="000A3F62"/>
    <w:rsid w:val="000A61FF"/>
    <w:rsid w:val="000B0DA2"/>
    <w:rsid w:val="000B11FE"/>
    <w:rsid w:val="000B6BB5"/>
    <w:rsid w:val="000B7846"/>
    <w:rsid w:val="000C3936"/>
    <w:rsid w:val="000D021A"/>
    <w:rsid w:val="000D1AC5"/>
    <w:rsid w:val="000E5062"/>
    <w:rsid w:val="000F6514"/>
    <w:rsid w:val="000F7A82"/>
    <w:rsid w:val="001011EA"/>
    <w:rsid w:val="0011711B"/>
    <w:rsid w:val="00117313"/>
    <w:rsid w:val="001179AC"/>
    <w:rsid w:val="001252B6"/>
    <w:rsid w:val="001257C5"/>
    <w:rsid w:val="00132D31"/>
    <w:rsid w:val="00136392"/>
    <w:rsid w:val="00141548"/>
    <w:rsid w:val="00155431"/>
    <w:rsid w:val="0016104E"/>
    <w:rsid w:val="00161475"/>
    <w:rsid w:val="001647A4"/>
    <w:rsid w:val="00181856"/>
    <w:rsid w:val="00182ADF"/>
    <w:rsid w:val="00193747"/>
    <w:rsid w:val="00194D41"/>
    <w:rsid w:val="001A5011"/>
    <w:rsid w:val="001B3CCE"/>
    <w:rsid w:val="001B44D0"/>
    <w:rsid w:val="001C0FCD"/>
    <w:rsid w:val="001C2D25"/>
    <w:rsid w:val="001D173C"/>
    <w:rsid w:val="001D28D7"/>
    <w:rsid w:val="001E69D5"/>
    <w:rsid w:val="001F34DF"/>
    <w:rsid w:val="001F35A3"/>
    <w:rsid w:val="001F3635"/>
    <w:rsid w:val="001F5205"/>
    <w:rsid w:val="001F7168"/>
    <w:rsid w:val="001F7A83"/>
    <w:rsid w:val="002207CF"/>
    <w:rsid w:val="00221B9E"/>
    <w:rsid w:val="00224E63"/>
    <w:rsid w:val="00231B91"/>
    <w:rsid w:val="00241855"/>
    <w:rsid w:val="00245BFD"/>
    <w:rsid w:val="0025054D"/>
    <w:rsid w:val="0025218C"/>
    <w:rsid w:val="00253C1D"/>
    <w:rsid w:val="00254134"/>
    <w:rsid w:val="0025528B"/>
    <w:rsid w:val="00261B36"/>
    <w:rsid w:val="00272C6E"/>
    <w:rsid w:val="002A1A2C"/>
    <w:rsid w:val="002B1295"/>
    <w:rsid w:val="002D1225"/>
    <w:rsid w:val="002E11A4"/>
    <w:rsid w:val="002E5F23"/>
    <w:rsid w:val="002E78AC"/>
    <w:rsid w:val="003002AF"/>
    <w:rsid w:val="00300863"/>
    <w:rsid w:val="00302AB6"/>
    <w:rsid w:val="003059A6"/>
    <w:rsid w:val="00306079"/>
    <w:rsid w:val="00315B2E"/>
    <w:rsid w:val="0031611E"/>
    <w:rsid w:val="00330833"/>
    <w:rsid w:val="00333EDA"/>
    <w:rsid w:val="00335419"/>
    <w:rsid w:val="0034385C"/>
    <w:rsid w:val="00345CD1"/>
    <w:rsid w:val="00346041"/>
    <w:rsid w:val="00352DD4"/>
    <w:rsid w:val="003557F9"/>
    <w:rsid w:val="00357C06"/>
    <w:rsid w:val="00363AD1"/>
    <w:rsid w:val="00365C0C"/>
    <w:rsid w:val="00370E08"/>
    <w:rsid w:val="00371E1C"/>
    <w:rsid w:val="00373E38"/>
    <w:rsid w:val="00374290"/>
    <w:rsid w:val="00380A47"/>
    <w:rsid w:val="003918CA"/>
    <w:rsid w:val="00392B04"/>
    <w:rsid w:val="00396D76"/>
    <w:rsid w:val="003A3597"/>
    <w:rsid w:val="003A424F"/>
    <w:rsid w:val="003A6E2A"/>
    <w:rsid w:val="003B2C48"/>
    <w:rsid w:val="003C5584"/>
    <w:rsid w:val="003D2626"/>
    <w:rsid w:val="003D4511"/>
    <w:rsid w:val="003E5FC1"/>
    <w:rsid w:val="003E6716"/>
    <w:rsid w:val="003E76C6"/>
    <w:rsid w:val="00401C29"/>
    <w:rsid w:val="00407456"/>
    <w:rsid w:val="00416D46"/>
    <w:rsid w:val="0042394A"/>
    <w:rsid w:val="00426A83"/>
    <w:rsid w:val="004338A2"/>
    <w:rsid w:val="004424F2"/>
    <w:rsid w:val="00445F7C"/>
    <w:rsid w:val="00450F1D"/>
    <w:rsid w:val="00454CAE"/>
    <w:rsid w:val="00465559"/>
    <w:rsid w:val="00476904"/>
    <w:rsid w:val="004845C4"/>
    <w:rsid w:val="00487FF0"/>
    <w:rsid w:val="00490F4D"/>
    <w:rsid w:val="0049115F"/>
    <w:rsid w:val="004A3B06"/>
    <w:rsid w:val="004B56F9"/>
    <w:rsid w:val="004C0CFE"/>
    <w:rsid w:val="004C3CBE"/>
    <w:rsid w:val="004C63C5"/>
    <w:rsid w:val="004C7253"/>
    <w:rsid w:val="004D3C2A"/>
    <w:rsid w:val="004E174E"/>
    <w:rsid w:val="004E6F4C"/>
    <w:rsid w:val="004F27C1"/>
    <w:rsid w:val="004F77C0"/>
    <w:rsid w:val="00502B60"/>
    <w:rsid w:val="00516AF6"/>
    <w:rsid w:val="00516F2D"/>
    <w:rsid w:val="00536251"/>
    <w:rsid w:val="00544BEB"/>
    <w:rsid w:val="00545872"/>
    <w:rsid w:val="00547E5D"/>
    <w:rsid w:val="005500AE"/>
    <w:rsid w:val="00554088"/>
    <w:rsid w:val="00564BE8"/>
    <w:rsid w:val="0056798D"/>
    <w:rsid w:val="00574714"/>
    <w:rsid w:val="005828AE"/>
    <w:rsid w:val="00582911"/>
    <w:rsid w:val="00582AB7"/>
    <w:rsid w:val="00590052"/>
    <w:rsid w:val="005905E4"/>
    <w:rsid w:val="0059078B"/>
    <w:rsid w:val="0059114D"/>
    <w:rsid w:val="005A4E93"/>
    <w:rsid w:val="005A604D"/>
    <w:rsid w:val="005B281C"/>
    <w:rsid w:val="005B2922"/>
    <w:rsid w:val="005B642D"/>
    <w:rsid w:val="005C3B3A"/>
    <w:rsid w:val="005C7055"/>
    <w:rsid w:val="005E0073"/>
    <w:rsid w:val="005E2A2E"/>
    <w:rsid w:val="005E3134"/>
    <w:rsid w:val="005E52AC"/>
    <w:rsid w:val="005E5D2E"/>
    <w:rsid w:val="005F2592"/>
    <w:rsid w:val="005F35B1"/>
    <w:rsid w:val="005F5067"/>
    <w:rsid w:val="00601B98"/>
    <w:rsid w:val="00602229"/>
    <w:rsid w:val="006038EE"/>
    <w:rsid w:val="0060527A"/>
    <w:rsid w:val="006069DE"/>
    <w:rsid w:val="00613F5A"/>
    <w:rsid w:val="00614EE8"/>
    <w:rsid w:val="0061684F"/>
    <w:rsid w:val="0062091B"/>
    <w:rsid w:val="00622758"/>
    <w:rsid w:val="006350E5"/>
    <w:rsid w:val="00650B5C"/>
    <w:rsid w:val="0065291C"/>
    <w:rsid w:val="006602FD"/>
    <w:rsid w:val="00660A29"/>
    <w:rsid w:val="006613E0"/>
    <w:rsid w:val="00667F27"/>
    <w:rsid w:val="0067493B"/>
    <w:rsid w:val="006860B1"/>
    <w:rsid w:val="00686AF4"/>
    <w:rsid w:val="006A0FF0"/>
    <w:rsid w:val="006A1D48"/>
    <w:rsid w:val="006A2165"/>
    <w:rsid w:val="006A640C"/>
    <w:rsid w:val="006A7F81"/>
    <w:rsid w:val="006B215E"/>
    <w:rsid w:val="006B71EB"/>
    <w:rsid w:val="006C02C5"/>
    <w:rsid w:val="006C1B4A"/>
    <w:rsid w:val="006C2A09"/>
    <w:rsid w:val="006C3A10"/>
    <w:rsid w:val="006D4786"/>
    <w:rsid w:val="006F11CC"/>
    <w:rsid w:val="007125EC"/>
    <w:rsid w:val="00712660"/>
    <w:rsid w:val="007161D6"/>
    <w:rsid w:val="0072273F"/>
    <w:rsid w:val="00723888"/>
    <w:rsid w:val="007332B1"/>
    <w:rsid w:val="0073604F"/>
    <w:rsid w:val="00737E2A"/>
    <w:rsid w:val="007473A9"/>
    <w:rsid w:val="007628F2"/>
    <w:rsid w:val="00763BEF"/>
    <w:rsid w:val="00764FD3"/>
    <w:rsid w:val="00772A79"/>
    <w:rsid w:val="00774082"/>
    <w:rsid w:val="00777618"/>
    <w:rsid w:val="007810D1"/>
    <w:rsid w:val="00781513"/>
    <w:rsid w:val="00783F6C"/>
    <w:rsid w:val="007873AC"/>
    <w:rsid w:val="00793DD8"/>
    <w:rsid w:val="007A674D"/>
    <w:rsid w:val="007B175B"/>
    <w:rsid w:val="007B4740"/>
    <w:rsid w:val="007C743A"/>
    <w:rsid w:val="007D06C3"/>
    <w:rsid w:val="007D4352"/>
    <w:rsid w:val="007D5254"/>
    <w:rsid w:val="007E09AE"/>
    <w:rsid w:val="007E3827"/>
    <w:rsid w:val="007E4897"/>
    <w:rsid w:val="007F3021"/>
    <w:rsid w:val="00805CE5"/>
    <w:rsid w:val="00806C95"/>
    <w:rsid w:val="008122AD"/>
    <w:rsid w:val="008136E4"/>
    <w:rsid w:val="00821EEC"/>
    <w:rsid w:val="00827BEC"/>
    <w:rsid w:val="00844ABC"/>
    <w:rsid w:val="00856CAC"/>
    <w:rsid w:val="00866910"/>
    <w:rsid w:val="008701BA"/>
    <w:rsid w:val="00875FBF"/>
    <w:rsid w:val="0087681A"/>
    <w:rsid w:val="00884302"/>
    <w:rsid w:val="008845EE"/>
    <w:rsid w:val="00884F98"/>
    <w:rsid w:val="00887677"/>
    <w:rsid w:val="00894FDE"/>
    <w:rsid w:val="008953EE"/>
    <w:rsid w:val="008A43A4"/>
    <w:rsid w:val="008B26E9"/>
    <w:rsid w:val="008B5177"/>
    <w:rsid w:val="008C0521"/>
    <w:rsid w:val="008C5191"/>
    <w:rsid w:val="008C6259"/>
    <w:rsid w:val="008D3A26"/>
    <w:rsid w:val="008E2517"/>
    <w:rsid w:val="008E3020"/>
    <w:rsid w:val="008E4B02"/>
    <w:rsid w:val="008F226A"/>
    <w:rsid w:val="008F7069"/>
    <w:rsid w:val="009022D3"/>
    <w:rsid w:val="00902559"/>
    <w:rsid w:val="00910F6B"/>
    <w:rsid w:val="00911F12"/>
    <w:rsid w:val="0091289A"/>
    <w:rsid w:val="00912E49"/>
    <w:rsid w:val="00913B3D"/>
    <w:rsid w:val="0091587C"/>
    <w:rsid w:val="00924B9B"/>
    <w:rsid w:val="0092545B"/>
    <w:rsid w:val="009258E7"/>
    <w:rsid w:val="009308D4"/>
    <w:rsid w:val="00930A65"/>
    <w:rsid w:val="0093741F"/>
    <w:rsid w:val="00944E03"/>
    <w:rsid w:val="00952284"/>
    <w:rsid w:val="00954526"/>
    <w:rsid w:val="009565D6"/>
    <w:rsid w:val="0095757E"/>
    <w:rsid w:val="0097132C"/>
    <w:rsid w:val="00991303"/>
    <w:rsid w:val="00991A0B"/>
    <w:rsid w:val="009A2301"/>
    <w:rsid w:val="009A2995"/>
    <w:rsid w:val="009D141E"/>
    <w:rsid w:val="009D5FDD"/>
    <w:rsid w:val="009E03C3"/>
    <w:rsid w:val="009E383E"/>
    <w:rsid w:val="009E3EFC"/>
    <w:rsid w:val="009F2069"/>
    <w:rsid w:val="009F2EDB"/>
    <w:rsid w:val="009F7B3A"/>
    <w:rsid w:val="00A008EE"/>
    <w:rsid w:val="00A1412E"/>
    <w:rsid w:val="00A21874"/>
    <w:rsid w:val="00A34330"/>
    <w:rsid w:val="00A412C2"/>
    <w:rsid w:val="00A54230"/>
    <w:rsid w:val="00A54713"/>
    <w:rsid w:val="00A5495F"/>
    <w:rsid w:val="00A560FF"/>
    <w:rsid w:val="00A65013"/>
    <w:rsid w:val="00A67F85"/>
    <w:rsid w:val="00A70205"/>
    <w:rsid w:val="00A76B6B"/>
    <w:rsid w:val="00A77928"/>
    <w:rsid w:val="00A831BF"/>
    <w:rsid w:val="00A8574D"/>
    <w:rsid w:val="00A8575E"/>
    <w:rsid w:val="00AA3AAD"/>
    <w:rsid w:val="00AA4024"/>
    <w:rsid w:val="00AB4601"/>
    <w:rsid w:val="00AB7206"/>
    <w:rsid w:val="00AC1C16"/>
    <w:rsid w:val="00AC3D9B"/>
    <w:rsid w:val="00AC402A"/>
    <w:rsid w:val="00AD2041"/>
    <w:rsid w:val="00AD4A1A"/>
    <w:rsid w:val="00AD76CB"/>
    <w:rsid w:val="00AE401E"/>
    <w:rsid w:val="00AE4E68"/>
    <w:rsid w:val="00AF6298"/>
    <w:rsid w:val="00B025B5"/>
    <w:rsid w:val="00B07BD0"/>
    <w:rsid w:val="00B111CD"/>
    <w:rsid w:val="00B12598"/>
    <w:rsid w:val="00B132A8"/>
    <w:rsid w:val="00B16AFC"/>
    <w:rsid w:val="00B175BE"/>
    <w:rsid w:val="00B3051A"/>
    <w:rsid w:val="00B46F18"/>
    <w:rsid w:val="00B47B88"/>
    <w:rsid w:val="00B50C7E"/>
    <w:rsid w:val="00B51927"/>
    <w:rsid w:val="00B60CDB"/>
    <w:rsid w:val="00B60CE8"/>
    <w:rsid w:val="00B62653"/>
    <w:rsid w:val="00B67C25"/>
    <w:rsid w:val="00B71A65"/>
    <w:rsid w:val="00B72172"/>
    <w:rsid w:val="00B7679F"/>
    <w:rsid w:val="00B77404"/>
    <w:rsid w:val="00B80287"/>
    <w:rsid w:val="00B8339F"/>
    <w:rsid w:val="00B83C62"/>
    <w:rsid w:val="00B865EB"/>
    <w:rsid w:val="00B86BDB"/>
    <w:rsid w:val="00B90F96"/>
    <w:rsid w:val="00B95B8E"/>
    <w:rsid w:val="00BA22B6"/>
    <w:rsid w:val="00BA2CC8"/>
    <w:rsid w:val="00BA328A"/>
    <w:rsid w:val="00BA7912"/>
    <w:rsid w:val="00BB1592"/>
    <w:rsid w:val="00BD5821"/>
    <w:rsid w:val="00BD6986"/>
    <w:rsid w:val="00BF4385"/>
    <w:rsid w:val="00BF5073"/>
    <w:rsid w:val="00C117AA"/>
    <w:rsid w:val="00C16039"/>
    <w:rsid w:val="00C35004"/>
    <w:rsid w:val="00C40C76"/>
    <w:rsid w:val="00C41CDC"/>
    <w:rsid w:val="00C433CF"/>
    <w:rsid w:val="00C47A4E"/>
    <w:rsid w:val="00C63A4E"/>
    <w:rsid w:val="00C656BF"/>
    <w:rsid w:val="00C71806"/>
    <w:rsid w:val="00C727C6"/>
    <w:rsid w:val="00C7290C"/>
    <w:rsid w:val="00C81929"/>
    <w:rsid w:val="00C84245"/>
    <w:rsid w:val="00C84660"/>
    <w:rsid w:val="00C9608A"/>
    <w:rsid w:val="00CA06BC"/>
    <w:rsid w:val="00CA0A4E"/>
    <w:rsid w:val="00CA21A0"/>
    <w:rsid w:val="00CA776F"/>
    <w:rsid w:val="00CB1374"/>
    <w:rsid w:val="00CB4DEC"/>
    <w:rsid w:val="00CC2BF8"/>
    <w:rsid w:val="00CD7185"/>
    <w:rsid w:val="00CE5046"/>
    <w:rsid w:val="00CF35FB"/>
    <w:rsid w:val="00CF55BD"/>
    <w:rsid w:val="00CF7BD1"/>
    <w:rsid w:val="00D00056"/>
    <w:rsid w:val="00D05C84"/>
    <w:rsid w:val="00D10FBE"/>
    <w:rsid w:val="00D1362E"/>
    <w:rsid w:val="00D14126"/>
    <w:rsid w:val="00D165FF"/>
    <w:rsid w:val="00D22CA7"/>
    <w:rsid w:val="00D451C6"/>
    <w:rsid w:val="00D50F7C"/>
    <w:rsid w:val="00D528AE"/>
    <w:rsid w:val="00D603FF"/>
    <w:rsid w:val="00D729FE"/>
    <w:rsid w:val="00D816D5"/>
    <w:rsid w:val="00D82E70"/>
    <w:rsid w:val="00D972B0"/>
    <w:rsid w:val="00DA6764"/>
    <w:rsid w:val="00DA7E06"/>
    <w:rsid w:val="00DB5073"/>
    <w:rsid w:val="00DE192D"/>
    <w:rsid w:val="00DE27CA"/>
    <w:rsid w:val="00DE78B0"/>
    <w:rsid w:val="00E0788D"/>
    <w:rsid w:val="00E110A2"/>
    <w:rsid w:val="00E3125A"/>
    <w:rsid w:val="00E47D9C"/>
    <w:rsid w:val="00E53A4C"/>
    <w:rsid w:val="00E574CD"/>
    <w:rsid w:val="00E6268B"/>
    <w:rsid w:val="00E66504"/>
    <w:rsid w:val="00E70957"/>
    <w:rsid w:val="00E70C29"/>
    <w:rsid w:val="00E76741"/>
    <w:rsid w:val="00E7690E"/>
    <w:rsid w:val="00E852A5"/>
    <w:rsid w:val="00E92AB0"/>
    <w:rsid w:val="00E959C9"/>
    <w:rsid w:val="00E97828"/>
    <w:rsid w:val="00EA2232"/>
    <w:rsid w:val="00EA7ACF"/>
    <w:rsid w:val="00EB4DCF"/>
    <w:rsid w:val="00EC7944"/>
    <w:rsid w:val="00ED7D44"/>
    <w:rsid w:val="00F04EB3"/>
    <w:rsid w:val="00F054A7"/>
    <w:rsid w:val="00F154A9"/>
    <w:rsid w:val="00F16131"/>
    <w:rsid w:val="00F26E3A"/>
    <w:rsid w:val="00F3054C"/>
    <w:rsid w:val="00F3365E"/>
    <w:rsid w:val="00F348EC"/>
    <w:rsid w:val="00F4434B"/>
    <w:rsid w:val="00F5200D"/>
    <w:rsid w:val="00F5359F"/>
    <w:rsid w:val="00F610BA"/>
    <w:rsid w:val="00F6294C"/>
    <w:rsid w:val="00F6375D"/>
    <w:rsid w:val="00F67963"/>
    <w:rsid w:val="00F67E36"/>
    <w:rsid w:val="00F70B34"/>
    <w:rsid w:val="00F719A8"/>
    <w:rsid w:val="00F81620"/>
    <w:rsid w:val="00F820CC"/>
    <w:rsid w:val="00F82C02"/>
    <w:rsid w:val="00F8722C"/>
    <w:rsid w:val="00F91BD1"/>
    <w:rsid w:val="00F968ED"/>
    <w:rsid w:val="00F96FDB"/>
    <w:rsid w:val="00FA181A"/>
    <w:rsid w:val="00FA7A46"/>
    <w:rsid w:val="00FB0883"/>
    <w:rsid w:val="00FB41D3"/>
    <w:rsid w:val="00FB7A80"/>
    <w:rsid w:val="00FC149B"/>
    <w:rsid w:val="00FD0674"/>
    <w:rsid w:val="00FE04C3"/>
    <w:rsid w:val="00FE108A"/>
    <w:rsid w:val="00FF2BBB"/>
    <w:rsid w:val="00FF5994"/>
    <w:rsid w:val="00FF5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9BC8DF7-2646-4E41-B399-84ECA22C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B6B"/>
    <w:rPr>
      <w:sz w:val="28"/>
      <w:szCs w:val="24"/>
      <w:lang w:val="en-US" w:eastAsia="en-US"/>
    </w:rPr>
  </w:style>
  <w:style w:type="paragraph" w:styleId="Heading1">
    <w:name w:val="heading 1"/>
    <w:basedOn w:val="Normal"/>
    <w:next w:val="Normal"/>
    <w:link w:val="Heading1Char"/>
    <w:qFormat/>
    <w:rsid w:val="00A76B6B"/>
    <w:pPr>
      <w:keepNext/>
      <w:outlineLvl w:val="0"/>
    </w:pPr>
    <w:rPr>
      <w:b/>
      <w:bCs/>
      <w:sz w:val="24"/>
    </w:rPr>
  </w:style>
  <w:style w:type="paragraph" w:styleId="Heading2">
    <w:name w:val="heading 2"/>
    <w:basedOn w:val="Normal"/>
    <w:next w:val="Normal"/>
    <w:qFormat/>
    <w:rsid w:val="00A76B6B"/>
    <w:pPr>
      <w:keepNext/>
      <w:outlineLvl w:val="1"/>
    </w:pPr>
    <w:rPr>
      <w:b/>
      <w:bCs/>
    </w:rPr>
  </w:style>
  <w:style w:type="paragraph" w:styleId="Heading3">
    <w:name w:val="heading 3"/>
    <w:basedOn w:val="Normal"/>
    <w:next w:val="Normal"/>
    <w:qFormat/>
    <w:rsid w:val="00A76B6B"/>
    <w:pPr>
      <w:keepNext/>
      <w:jc w:val="center"/>
      <w:outlineLvl w:val="2"/>
    </w:pPr>
    <w:rPr>
      <w:i/>
      <w:iCs/>
    </w:rPr>
  </w:style>
  <w:style w:type="paragraph" w:styleId="Heading4">
    <w:name w:val="heading 4"/>
    <w:basedOn w:val="Normal"/>
    <w:next w:val="Normal"/>
    <w:qFormat/>
    <w:rsid w:val="00A76B6B"/>
    <w:pPr>
      <w:keepNext/>
      <w:jc w:val="center"/>
      <w:outlineLvl w:val="3"/>
    </w:pPr>
    <w:rPr>
      <w:b/>
      <w:bCs/>
      <w:color w:val="000000"/>
      <w:sz w:val="24"/>
    </w:rPr>
  </w:style>
  <w:style w:type="paragraph" w:styleId="Heading6">
    <w:name w:val="heading 6"/>
    <w:basedOn w:val="Normal"/>
    <w:next w:val="Normal"/>
    <w:qFormat/>
    <w:rsid w:val="00357C06"/>
    <w:pPr>
      <w:keepNext/>
      <w:jc w:val="both"/>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76B6B"/>
    <w:pPr>
      <w:ind w:firstLine="720"/>
      <w:jc w:val="both"/>
    </w:pPr>
    <w:rPr>
      <w:color w:val="000000"/>
    </w:rPr>
  </w:style>
  <w:style w:type="character" w:styleId="Hyperlink">
    <w:name w:val="Hyperlink"/>
    <w:basedOn w:val="DefaultParagraphFont"/>
    <w:uiPriority w:val="99"/>
    <w:rsid w:val="00E852A5"/>
    <w:rPr>
      <w:color w:val="0000FF"/>
      <w:u w:val="single"/>
    </w:rPr>
  </w:style>
  <w:style w:type="table" w:styleId="TableGrid">
    <w:name w:val="Table Grid"/>
    <w:basedOn w:val="TableNormal"/>
    <w:rsid w:val="00345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53A4C"/>
    <w:pPr>
      <w:tabs>
        <w:tab w:val="center" w:pos="4320"/>
        <w:tab w:val="right" w:pos="8640"/>
      </w:tabs>
    </w:pPr>
  </w:style>
  <w:style w:type="character" w:styleId="PageNumber">
    <w:name w:val="page number"/>
    <w:basedOn w:val="DefaultParagraphFont"/>
    <w:rsid w:val="00E53A4C"/>
  </w:style>
  <w:style w:type="paragraph" w:styleId="Header">
    <w:name w:val="header"/>
    <w:basedOn w:val="Normal"/>
    <w:link w:val="HeaderChar"/>
    <w:uiPriority w:val="99"/>
    <w:rsid w:val="0042394A"/>
    <w:pPr>
      <w:tabs>
        <w:tab w:val="center" w:pos="4320"/>
        <w:tab w:val="right" w:pos="8640"/>
      </w:tabs>
    </w:pPr>
  </w:style>
  <w:style w:type="paragraph" w:styleId="BodyText">
    <w:name w:val="Body Text"/>
    <w:basedOn w:val="Normal"/>
    <w:rsid w:val="000539E3"/>
    <w:pPr>
      <w:tabs>
        <w:tab w:val="num" w:pos="0"/>
      </w:tabs>
      <w:spacing w:line="312" w:lineRule="auto"/>
      <w:jc w:val="both"/>
    </w:pPr>
    <w:rPr>
      <w:bCs/>
      <w:color w:val="000000"/>
      <w:spacing w:val="-6"/>
      <w:sz w:val="26"/>
      <w:szCs w:val="28"/>
    </w:rPr>
  </w:style>
  <w:style w:type="paragraph" w:styleId="BodyText3">
    <w:name w:val="Body Text 3"/>
    <w:basedOn w:val="Normal"/>
    <w:rsid w:val="000539E3"/>
    <w:pPr>
      <w:spacing w:before="80" w:line="264" w:lineRule="auto"/>
      <w:jc w:val="both"/>
    </w:pPr>
    <w:rPr>
      <w:rFonts w:ascii=".VnTime" w:hAnsi=".VnTime"/>
      <w:sz w:val="26"/>
      <w:szCs w:val="20"/>
    </w:rPr>
  </w:style>
  <w:style w:type="character" w:customStyle="1" w:styleId="Heading1Char">
    <w:name w:val="Heading 1 Char"/>
    <w:basedOn w:val="DefaultParagraphFont"/>
    <w:link w:val="Heading1"/>
    <w:rsid w:val="00EC7944"/>
    <w:rPr>
      <w:b/>
      <w:bCs/>
      <w:sz w:val="24"/>
      <w:szCs w:val="24"/>
      <w:lang w:val="en-US" w:eastAsia="en-US" w:bidi="ar-SA"/>
    </w:rPr>
  </w:style>
  <w:style w:type="character" w:customStyle="1" w:styleId="BodyTextIndentChar">
    <w:name w:val="Body Text Indent Char"/>
    <w:basedOn w:val="DefaultParagraphFont"/>
    <w:link w:val="BodyTextIndent"/>
    <w:rsid w:val="004C7253"/>
    <w:rPr>
      <w:color w:val="000000"/>
      <w:sz w:val="28"/>
      <w:szCs w:val="24"/>
    </w:rPr>
  </w:style>
  <w:style w:type="paragraph" w:styleId="BodyTextIndent2">
    <w:name w:val="Body Text Indent 2"/>
    <w:basedOn w:val="Normal"/>
    <w:link w:val="BodyTextIndent2Char"/>
    <w:unhideWhenUsed/>
    <w:rsid w:val="004C7253"/>
    <w:pPr>
      <w:spacing w:before="80"/>
      <w:ind w:firstLine="720"/>
      <w:jc w:val="both"/>
    </w:pPr>
    <w:rPr>
      <w:sz w:val="26"/>
    </w:rPr>
  </w:style>
  <w:style w:type="character" w:customStyle="1" w:styleId="BodyTextIndent2Char">
    <w:name w:val="Body Text Indent 2 Char"/>
    <w:basedOn w:val="DefaultParagraphFont"/>
    <w:link w:val="BodyTextIndent2"/>
    <w:rsid w:val="004C7253"/>
    <w:rPr>
      <w:sz w:val="26"/>
      <w:szCs w:val="24"/>
    </w:rPr>
  </w:style>
  <w:style w:type="paragraph" w:styleId="BodyTextIndent3">
    <w:name w:val="Body Text Indent 3"/>
    <w:basedOn w:val="Normal"/>
    <w:link w:val="BodyTextIndent3Char"/>
    <w:unhideWhenUsed/>
    <w:rsid w:val="004C7253"/>
    <w:pPr>
      <w:spacing w:after="120"/>
      <w:ind w:left="360"/>
    </w:pPr>
    <w:rPr>
      <w:rFonts w:ascii=".VnTime" w:hAnsi=".VnTime"/>
      <w:sz w:val="16"/>
      <w:szCs w:val="16"/>
    </w:rPr>
  </w:style>
  <w:style w:type="character" w:customStyle="1" w:styleId="BodyTextIndent3Char">
    <w:name w:val="Body Text Indent 3 Char"/>
    <w:basedOn w:val="DefaultParagraphFont"/>
    <w:link w:val="BodyTextIndent3"/>
    <w:rsid w:val="004C7253"/>
    <w:rPr>
      <w:rFonts w:ascii=".VnTime" w:hAnsi=".VnTime"/>
      <w:sz w:val="16"/>
      <w:szCs w:val="16"/>
    </w:rPr>
  </w:style>
  <w:style w:type="character" w:customStyle="1" w:styleId="bumpedfont15">
    <w:name w:val="bumpedfont15"/>
    <w:basedOn w:val="DefaultParagraphFont"/>
    <w:rsid w:val="006C2A09"/>
  </w:style>
  <w:style w:type="character" w:customStyle="1" w:styleId="apple-converted-space">
    <w:name w:val="apple-converted-space"/>
    <w:basedOn w:val="DefaultParagraphFont"/>
    <w:rsid w:val="006C2A09"/>
  </w:style>
  <w:style w:type="character" w:customStyle="1" w:styleId="object">
    <w:name w:val="object"/>
    <w:basedOn w:val="DefaultParagraphFont"/>
    <w:rsid w:val="006C2A09"/>
  </w:style>
  <w:style w:type="character" w:customStyle="1" w:styleId="FooterChar">
    <w:name w:val="Footer Char"/>
    <w:basedOn w:val="DefaultParagraphFont"/>
    <w:link w:val="Footer"/>
    <w:uiPriority w:val="99"/>
    <w:rsid w:val="003059A6"/>
    <w:rPr>
      <w:sz w:val="28"/>
      <w:szCs w:val="24"/>
    </w:rPr>
  </w:style>
  <w:style w:type="paragraph" w:styleId="ListParagraph">
    <w:name w:val="List Paragraph"/>
    <w:basedOn w:val="Normal"/>
    <w:uiPriority w:val="34"/>
    <w:qFormat/>
    <w:rsid w:val="009022D3"/>
    <w:pPr>
      <w:ind w:left="720"/>
      <w:contextualSpacing/>
    </w:pPr>
  </w:style>
  <w:style w:type="paragraph" w:styleId="BalloonText">
    <w:name w:val="Balloon Text"/>
    <w:basedOn w:val="Normal"/>
    <w:link w:val="BalloonTextChar"/>
    <w:semiHidden/>
    <w:unhideWhenUsed/>
    <w:rsid w:val="00A21874"/>
    <w:rPr>
      <w:rFonts w:ascii="Segoe UI" w:hAnsi="Segoe UI" w:cs="Segoe UI"/>
      <w:sz w:val="18"/>
      <w:szCs w:val="18"/>
    </w:rPr>
  </w:style>
  <w:style w:type="character" w:customStyle="1" w:styleId="BalloonTextChar">
    <w:name w:val="Balloon Text Char"/>
    <w:basedOn w:val="DefaultParagraphFont"/>
    <w:link w:val="BalloonText"/>
    <w:semiHidden/>
    <w:rsid w:val="00A21874"/>
    <w:rPr>
      <w:rFonts w:ascii="Segoe UI" w:hAnsi="Segoe UI" w:cs="Segoe UI"/>
      <w:sz w:val="18"/>
      <w:szCs w:val="18"/>
      <w:lang w:val="en-US" w:eastAsia="en-US"/>
    </w:rPr>
  </w:style>
  <w:style w:type="character" w:customStyle="1" w:styleId="HeaderChar">
    <w:name w:val="Header Char"/>
    <w:basedOn w:val="DefaultParagraphFont"/>
    <w:link w:val="Header"/>
    <w:uiPriority w:val="99"/>
    <w:rsid w:val="000F6514"/>
    <w:rPr>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3713">
      <w:bodyDiv w:val="1"/>
      <w:marLeft w:val="0"/>
      <w:marRight w:val="0"/>
      <w:marTop w:val="0"/>
      <w:marBottom w:val="0"/>
      <w:divBdr>
        <w:top w:val="none" w:sz="0" w:space="0" w:color="auto"/>
        <w:left w:val="none" w:sz="0" w:space="0" w:color="auto"/>
        <w:bottom w:val="none" w:sz="0" w:space="0" w:color="auto"/>
        <w:right w:val="none" w:sz="0" w:space="0" w:color="auto"/>
      </w:divBdr>
    </w:div>
    <w:div w:id="441727928">
      <w:bodyDiv w:val="1"/>
      <w:marLeft w:val="0"/>
      <w:marRight w:val="0"/>
      <w:marTop w:val="0"/>
      <w:marBottom w:val="0"/>
      <w:divBdr>
        <w:top w:val="none" w:sz="0" w:space="0" w:color="auto"/>
        <w:left w:val="none" w:sz="0" w:space="0" w:color="auto"/>
        <w:bottom w:val="none" w:sz="0" w:space="0" w:color="auto"/>
        <w:right w:val="none" w:sz="0" w:space="0" w:color="auto"/>
      </w:divBdr>
      <w:divsChild>
        <w:div w:id="814644220">
          <w:marLeft w:val="0"/>
          <w:marRight w:val="0"/>
          <w:marTop w:val="0"/>
          <w:marBottom w:val="0"/>
          <w:divBdr>
            <w:top w:val="none" w:sz="0" w:space="0" w:color="auto"/>
            <w:left w:val="none" w:sz="0" w:space="0" w:color="auto"/>
            <w:bottom w:val="none" w:sz="0" w:space="0" w:color="auto"/>
            <w:right w:val="none" w:sz="0" w:space="0" w:color="auto"/>
          </w:divBdr>
          <w:divsChild>
            <w:div w:id="1350176520">
              <w:marLeft w:val="0"/>
              <w:marRight w:val="0"/>
              <w:marTop w:val="0"/>
              <w:marBottom w:val="0"/>
              <w:divBdr>
                <w:top w:val="none" w:sz="0" w:space="0" w:color="auto"/>
                <w:left w:val="none" w:sz="0" w:space="0" w:color="auto"/>
                <w:bottom w:val="none" w:sz="0" w:space="0" w:color="auto"/>
                <w:right w:val="none" w:sz="0" w:space="0" w:color="auto"/>
              </w:divBdr>
            </w:div>
            <w:div w:id="1503546108">
              <w:marLeft w:val="0"/>
              <w:marRight w:val="0"/>
              <w:marTop w:val="0"/>
              <w:marBottom w:val="0"/>
              <w:divBdr>
                <w:top w:val="none" w:sz="0" w:space="0" w:color="auto"/>
                <w:left w:val="none" w:sz="0" w:space="0" w:color="auto"/>
                <w:bottom w:val="none" w:sz="0" w:space="0" w:color="auto"/>
                <w:right w:val="none" w:sz="0" w:space="0" w:color="auto"/>
              </w:divBdr>
            </w:div>
          </w:divsChild>
        </w:div>
        <w:div w:id="1992588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K\Application%20Data\Microsoft\Templates\M&#7851;u_VB-TTLT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Mẫu_VB-TTLT55</Template>
  <TotalTime>29</TotalTime>
  <Pages>4</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VIỆN KHOA HỌC</vt:lpstr>
    </vt:vector>
  </TitlesOfParts>
  <Company>VAST</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VIỆN KHOA HỌC</dc:title>
  <dc:creator>VNN.R9</dc:creator>
  <cp:lastModifiedBy>Hi</cp:lastModifiedBy>
  <cp:revision>31</cp:revision>
  <cp:lastPrinted>2020-02-27T07:37:00Z</cp:lastPrinted>
  <dcterms:created xsi:type="dcterms:W3CDTF">2023-03-13T09:12:00Z</dcterms:created>
  <dcterms:modified xsi:type="dcterms:W3CDTF">2023-03-17T02:23:00Z</dcterms:modified>
</cp:coreProperties>
</file>